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556"/>
        <w:tblOverlap w:val="never"/>
        <w:tblW w:w="14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8"/>
        <w:gridCol w:w="2137"/>
        <w:gridCol w:w="2250"/>
        <w:gridCol w:w="1052"/>
        <w:gridCol w:w="1311"/>
        <w:gridCol w:w="2677"/>
        <w:gridCol w:w="3150"/>
      </w:tblGrid>
      <w:tr w:rsidR="005B4D37" w:rsidRPr="00F1143C" w:rsidTr="000F6354">
        <w:trPr>
          <w:trHeight w:val="712"/>
        </w:trPr>
        <w:tc>
          <w:tcPr>
            <w:tcW w:w="14485" w:type="dxa"/>
            <w:gridSpan w:val="7"/>
          </w:tcPr>
          <w:p w:rsidR="005B4D37" w:rsidRDefault="005B4D37" w:rsidP="000F6354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B4D37" w:rsidRDefault="005B4D37" w:rsidP="000F6354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D03864">
              <w:rPr>
                <w:rFonts w:ascii="Arial" w:hAnsi="Arial" w:cs="Arial"/>
                <w:b/>
                <w:lang w:val="it-IT"/>
              </w:rPr>
              <w:t xml:space="preserve">Structura propusa pentru </w:t>
            </w:r>
            <w:r>
              <w:rPr>
                <w:rFonts w:ascii="Arial" w:hAnsi="Arial" w:cs="Arial"/>
                <w:b/>
                <w:lang w:val="it-IT"/>
              </w:rPr>
              <w:t xml:space="preserve">XML </w:t>
            </w:r>
            <w:r w:rsidRPr="004018EE">
              <w:rPr>
                <w:rFonts w:ascii="Arial" w:hAnsi="Arial" w:cs="Arial"/>
                <w:b/>
                <w:lang w:val="it-IT"/>
              </w:rPr>
              <w:t xml:space="preserve">solicitare </w:t>
            </w:r>
            <w:r>
              <w:rPr>
                <w:rFonts w:ascii="Arial" w:hAnsi="Arial" w:cs="Arial"/>
                <w:b/>
                <w:lang w:val="it-IT"/>
              </w:rPr>
              <w:t>stare</w:t>
            </w:r>
            <w:r w:rsidRPr="004018EE">
              <w:rPr>
                <w:rFonts w:ascii="Arial" w:hAnsi="Arial" w:cs="Arial"/>
                <w:b/>
                <w:lang w:val="it-IT"/>
              </w:rPr>
              <w:t xml:space="preserve"> </w:t>
            </w:r>
            <w:r w:rsidRPr="00BC23D6">
              <w:rPr>
                <w:rFonts w:ascii="Arial" w:hAnsi="Arial" w:cs="Arial"/>
                <w:b/>
                <w:lang w:val="it-IT"/>
              </w:rPr>
              <w:t>unei solicitari/ declaratii transmise</w:t>
            </w:r>
          </w:p>
          <w:p w:rsidR="005B4D37" w:rsidRDefault="005B4D37" w:rsidP="004C0D0D">
            <w:pPr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/BANCIWS/rest/stareMesaj</w:t>
            </w:r>
          </w:p>
          <w:p w:rsidR="005B4D37" w:rsidRPr="00D03864" w:rsidRDefault="005B4D37" w:rsidP="000F6354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B4D37" w:rsidRPr="00F1143C" w:rsidRDefault="005B4D37" w:rsidP="000F6354">
            <w:pPr>
              <w:rPr>
                <w:lang w:val="it-IT"/>
              </w:rPr>
            </w:pPr>
          </w:p>
        </w:tc>
      </w:tr>
      <w:tr w:rsidR="005B4D37" w:rsidRPr="00F1143C" w:rsidTr="000F6354">
        <w:tc>
          <w:tcPr>
            <w:tcW w:w="1908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 w:rsidRPr="00F1143C">
              <w:rPr>
                <w:lang w:val="it-IT"/>
              </w:rPr>
              <w:t>Element</w:t>
            </w:r>
          </w:p>
        </w:tc>
        <w:tc>
          <w:tcPr>
            <w:tcW w:w="2137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 w:rsidRPr="00F1143C">
              <w:rPr>
                <w:lang w:val="it-IT"/>
              </w:rPr>
              <w:t>Atribut</w:t>
            </w:r>
          </w:p>
        </w:tc>
        <w:tc>
          <w:tcPr>
            <w:tcW w:w="2250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 w:rsidRPr="00F1143C">
              <w:rPr>
                <w:lang w:val="it-IT"/>
              </w:rPr>
              <w:t>Semnificatie</w:t>
            </w:r>
          </w:p>
        </w:tc>
        <w:tc>
          <w:tcPr>
            <w:tcW w:w="1052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 w:rsidRPr="00F1143C">
              <w:rPr>
                <w:lang w:val="it-IT"/>
              </w:rPr>
              <w:t>Tip si lungime camp</w:t>
            </w:r>
          </w:p>
        </w:tc>
        <w:tc>
          <w:tcPr>
            <w:tcW w:w="1311" w:type="dxa"/>
          </w:tcPr>
          <w:p w:rsidR="005B4D37" w:rsidRPr="00F1143C" w:rsidRDefault="005B4D37" w:rsidP="000F6354">
            <w:pPr>
              <w:rPr>
                <w:lang w:val="it-IT"/>
              </w:rPr>
            </w:pPr>
            <w:smartTag w:uri="urn:schemas-microsoft-com:office:smarttags" w:element="place">
              <w:smartTag w:uri="urn:schemas-microsoft-com:office:smarttags" w:element="PlaceType">
                <w:r w:rsidRPr="00F1143C">
                  <w:rPr>
                    <w:lang w:val="it-IT"/>
                  </w:rPr>
                  <w:t>Camp</w:t>
                </w:r>
              </w:smartTag>
              <w:r w:rsidRPr="00F1143C">
                <w:rPr>
                  <w:lang w:val="it-IT"/>
                </w:rPr>
                <w:t xml:space="preserve"> </w:t>
              </w:r>
              <w:smartTag w:uri="urn:schemas-microsoft-com:office:smarttags" w:element="PlaceName">
                <w:r w:rsidRPr="00F1143C">
                  <w:rPr>
                    <w:lang w:val="it-IT"/>
                  </w:rPr>
                  <w:t>obligatoriu</w:t>
                </w:r>
              </w:smartTag>
            </w:smartTag>
          </w:p>
        </w:tc>
        <w:tc>
          <w:tcPr>
            <w:tcW w:w="2677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 w:rsidRPr="00F1143C">
              <w:rPr>
                <w:lang w:val="it-IT"/>
              </w:rPr>
              <w:t>Formule si restrictii</w:t>
            </w:r>
          </w:p>
        </w:tc>
        <w:tc>
          <w:tcPr>
            <w:tcW w:w="3150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 w:rsidRPr="00F1143C">
              <w:rPr>
                <w:lang w:val="it-IT"/>
              </w:rPr>
              <w:t>Erori</w:t>
            </w:r>
          </w:p>
        </w:tc>
      </w:tr>
      <w:tr w:rsidR="005B4D37" w:rsidRPr="00F1143C" w:rsidTr="000F6354">
        <w:tc>
          <w:tcPr>
            <w:tcW w:w="1908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 w:rsidRPr="00F1143C">
              <w:rPr>
                <w:lang w:val="it-IT"/>
              </w:rPr>
              <w:t>&lt;header&gt;</w:t>
            </w:r>
          </w:p>
        </w:tc>
        <w:tc>
          <w:tcPr>
            <w:tcW w:w="2137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</w:tr>
      <w:tr w:rsidR="005B4D37" w:rsidRPr="00F1143C" w:rsidTr="000F6354">
        <w:tc>
          <w:tcPr>
            <w:tcW w:w="1908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>
              <w:rPr>
                <w:lang w:val="it-IT"/>
              </w:rPr>
              <w:t>&lt;</w:t>
            </w:r>
            <w:r w:rsidRPr="00F1143C">
              <w:rPr>
                <w:lang w:val="it-IT"/>
              </w:rPr>
              <w:t>listaMesaje&gt;</w:t>
            </w:r>
          </w:p>
        </w:tc>
        <w:tc>
          <w:tcPr>
            <w:tcW w:w="2137" w:type="dxa"/>
          </w:tcPr>
          <w:p w:rsidR="005B4D37" w:rsidRPr="00BC23D6" w:rsidRDefault="005B4D37" w:rsidP="000F6354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Default="005B4D37" w:rsidP="000F6354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</w:tr>
      <w:tr w:rsidR="005B4D37" w:rsidRPr="00F1143C" w:rsidTr="000F6354">
        <w:tc>
          <w:tcPr>
            <w:tcW w:w="1908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 w:rsidRPr="00BC23D6">
              <w:rPr>
                <w:lang w:val="it-IT"/>
              </w:rPr>
              <w:t>index_incarcare</w:t>
            </w:r>
          </w:p>
        </w:tc>
        <w:tc>
          <w:tcPr>
            <w:tcW w:w="2250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>
              <w:rPr>
                <w:lang w:val="it-IT"/>
              </w:rPr>
              <w:t>Indexul de incarcare al solicitarii sau al declaratiei</w:t>
            </w:r>
          </w:p>
        </w:tc>
        <w:tc>
          <w:tcPr>
            <w:tcW w:w="1052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 w:rsidRPr="00F1143C"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 w:rsidRPr="00F1143C"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Default="005B4D37" w:rsidP="000F6354">
            <w:pPr>
              <w:rPr>
                <w:lang w:val="it-IT"/>
              </w:rPr>
            </w:pPr>
            <w:r w:rsidRPr="00F1143C">
              <w:rPr>
                <w:lang w:val="it-IT"/>
              </w:rPr>
              <w:t>ERR- Camp necompletat</w:t>
            </w:r>
          </w:p>
          <w:p w:rsidR="005B4D37" w:rsidRPr="00F1143C" w:rsidRDefault="005B4D37" w:rsidP="000F6354">
            <w:pPr>
              <w:rPr>
                <w:lang w:val="it-IT"/>
              </w:rPr>
            </w:pPr>
            <w:r w:rsidRPr="004018EE">
              <w:rPr>
                <w:lang w:val="it-IT"/>
              </w:rPr>
              <w:t>E</w:t>
            </w:r>
            <w:r>
              <w:rPr>
                <w:lang w:val="it-IT"/>
              </w:rPr>
              <w:t>s</w:t>
            </w:r>
            <w:r w:rsidRPr="004018EE">
              <w:rPr>
                <w:lang w:val="it-IT"/>
              </w:rPr>
              <w:t>te acelasi numar care s-a primit la id_portal in lista de mesaje</w:t>
            </w:r>
          </w:p>
        </w:tc>
      </w:tr>
      <w:tr w:rsidR="005B4D37" w:rsidRPr="00F1143C" w:rsidTr="000F6354">
        <w:tc>
          <w:tcPr>
            <w:tcW w:w="1908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>
              <w:rPr>
                <w:lang w:val="it-IT"/>
              </w:rPr>
              <w:t>&lt;/</w:t>
            </w:r>
            <w:r w:rsidRPr="00F1143C">
              <w:rPr>
                <w:lang w:val="it-IT"/>
              </w:rPr>
              <w:t>listaMesaje&gt;</w:t>
            </w:r>
          </w:p>
        </w:tc>
        <w:tc>
          <w:tcPr>
            <w:tcW w:w="2137" w:type="dxa"/>
          </w:tcPr>
          <w:p w:rsidR="005B4D37" w:rsidRPr="00BC23D6" w:rsidRDefault="005B4D37" w:rsidP="000F6354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Default="005B4D37" w:rsidP="000F6354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</w:tr>
      <w:tr w:rsidR="005B4D37" w:rsidRPr="00F1143C" w:rsidTr="000F6354">
        <w:tc>
          <w:tcPr>
            <w:tcW w:w="1908" w:type="dxa"/>
          </w:tcPr>
          <w:p w:rsidR="005B4D37" w:rsidRPr="00F1143C" w:rsidRDefault="005B4D37" w:rsidP="000F6354">
            <w:pPr>
              <w:rPr>
                <w:lang w:val="it-IT"/>
              </w:rPr>
            </w:pPr>
            <w:r>
              <w:rPr>
                <w:lang w:val="it-IT"/>
              </w:rPr>
              <w:t>&lt;/header&gt;</w:t>
            </w:r>
          </w:p>
        </w:tc>
        <w:tc>
          <w:tcPr>
            <w:tcW w:w="2137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0F6354">
            <w:pPr>
              <w:rPr>
                <w:lang w:val="it-IT"/>
              </w:rPr>
            </w:pPr>
          </w:p>
        </w:tc>
      </w:tr>
    </w:tbl>
    <w:p w:rsidR="005B4D37" w:rsidRDefault="005B4D37" w:rsidP="00447546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47546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47546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47546">
      <w:pPr>
        <w:jc w:val="center"/>
        <w:rPr>
          <w:rFonts w:ascii="Arial" w:hAnsi="Arial" w:cs="Arial"/>
          <w:b/>
          <w:lang w:val="it-IT"/>
        </w:rPr>
      </w:pPr>
      <w:r>
        <w:rPr>
          <w:rFonts w:ascii="Arial" w:hAnsi="Arial" w:cs="Arial"/>
          <w:b/>
          <w:lang w:val="it-IT"/>
        </w:rPr>
        <w:t>Structura propusa pentru XML raspuns cu starea unei solicitari/ declaratii transmise</w:t>
      </w:r>
    </w:p>
    <w:p w:rsidR="005B4D37" w:rsidRDefault="005B4D37" w:rsidP="00447546">
      <w:pPr>
        <w:jc w:val="center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Obs. – acest XML este necesar pentru ca raspunsul dat imediat dupa upload nu se pot da eventualele erori</w:t>
      </w:r>
    </w:p>
    <w:tbl>
      <w:tblPr>
        <w:tblpPr w:leftFromText="180" w:rightFromText="180" w:bottomFromText="160" w:vertAnchor="text" w:tblpX="-455" w:tblpY="1"/>
        <w:tblOverlap w:val="never"/>
        <w:tblW w:w="144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909"/>
        <w:gridCol w:w="2138"/>
        <w:gridCol w:w="2251"/>
        <w:gridCol w:w="1052"/>
        <w:gridCol w:w="1311"/>
        <w:gridCol w:w="2678"/>
        <w:gridCol w:w="3151"/>
      </w:tblGrid>
      <w:tr w:rsidR="005B4D37" w:rsidTr="00447546">
        <w:tc>
          <w:tcPr>
            <w:tcW w:w="1909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&lt;header&gt;</w:t>
            </w:r>
          </w:p>
        </w:tc>
        <w:tc>
          <w:tcPr>
            <w:tcW w:w="2138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225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2678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315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</w:tr>
      <w:tr w:rsidR="005B4D37" w:rsidTr="00447546">
        <w:tc>
          <w:tcPr>
            <w:tcW w:w="1909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2138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Index_incarcare</w:t>
            </w:r>
          </w:p>
        </w:tc>
        <w:tc>
          <w:tcPr>
            <w:tcW w:w="225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Indexul de incarcare al solicitarii sau al declaratiei</w:t>
            </w:r>
          </w:p>
        </w:tc>
        <w:tc>
          <w:tcPr>
            <w:tcW w:w="1052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DA</w:t>
            </w:r>
          </w:p>
        </w:tc>
        <w:tc>
          <w:tcPr>
            <w:tcW w:w="2678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315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ERR- Camp necompletat. Acelasi camp ca la cerere</w:t>
            </w:r>
          </w:p>
        </w:tc>
      </w:tr>
      <w:tr w:rsidR="005B4D37" w:rsidTr="00447546">
        <w:tc>
          <w:tcPr>
            <w:tcW w:w="1909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2138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Cui_banca</w:t>
            </w:r>
          </w:p>
        </w:tc>
        <w:tc>
          <w:tcPr>
            <w:tcW w:w="225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Cui-ul bancii</w:t>
            </w:r>
          </w:p>
        </w:tc>
        <w:tc>
          <w:tcPr>
            <w:tcW w:w="1052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N(10)</w:t>
            </w:r>
          </w:p>
        </w:tc>
        <w:tc>
          <w:tcPr>
            <w:tcW w:w="131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NU</w:t>
            </w:r>
          </w:p>
        </w:tc>
        <w:tc>
          <w:tcPr>
            <w:tcW w:w="2678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315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Este posibil ca in cazul 3 (erori de citire pdf) sa nu poata fi identificat cui-ul bancii</w:t>
            </w:r>
          </w:p>
        </w:tc>
      </w:tr>
      <w:tr w:rsidR="005B4D37" w:rsidTr="00447546">
        <w:tc>
          <w:tcPr>
            <w:tcW w:w="1909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2138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ExecutionStatus</w:t>
            </w:r>
          </w:p>
        </w:tc>
        <w:tc>
          <w:tcPr>
            <w:tcW w:w="225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 xml:space="preserve">Statusul operatiei </w:t>
            </w:r>
          </w:p>
        </w:tc>
        <w:tc>
          <w:tcPr>
            <w:tcW w:w="1052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C(15)</w:t>
            </w:r>
          </w:p>
        </w:tc>
        <w:tc>
          <w:tcPr>
            <w:tcW w:w="131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DA</w:t>
            </w:r>
          </w:p>
        </w:tc>
        <w:tc>
          <w:tcPr>
            <w:tcW w:w="2678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 xml:space="preserve">0=exista raspuns, </w:t>
            </w:r>
          </w:p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 xml:space="preserve">1= in prelucrare, </w:t>
            </w:r>
          </w:p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 xml:space="preserve">2- nu exista indexul de incarcare pentru banca respectiva, </w:t>
            </w:r>
          </w:p>
          <w:p w:rsidR="005B4D37" w:rsidRDefault="005B4D37" w:rsidP="0009491E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3= are erori de semnare sau pdf-ul nu poate fi citit</w:t>
            </w:r>
          </w:p>
          <w:p w:rsidR="005B4D37" w:rsidRDefault="005B4D37" w:rsidP="0009491E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4=request eronat</w:t>
            </w:r>
          </w:p>
        </w:tc>
        <w:tc>
          <w:tcPr>
            <w:tcW w:w="315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</w:tr>
      <w:tr w:rsidR="005B4D37" w:rsidTr="00447546">
        <w:tc>
          <w:tcPr>
            <w:tcW w:w="1909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2138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Id_portal</w:t>
            </w:r>
          </w:p>
        </w:tc>
        <w:tc>
          <w:tcPr>
            <w:tcW w:w="225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Id-ul de descarcare al raspunsului</w:t>
            </w:r>
          </w:p>
        </w:tc>
        <w:tc>
          <w:tcPr>
            <w:tcW w:w="1052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NU</w:t>
            </w:r>
          </w:p>
        </w:tc>
        <w:tc>
          <w:tcPr>
            <w:tcW w:w="2678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  <w:r>
              <w:rPr>
                <w:lang w:val="it-IT"/>
              </w:rPr>
              <w:t>Se completeaza daca si numai daca ExecutionStatus=0</w:t>
            </w:r>
          </w:p>
        </w:tc>
        <w:tc>
          <w:tcPr>
            <w:tcW w:w="3151" w:type="dxa"/>
          </w:tcPr>
          <w:p w:rsidR="005B4D37" w:rsidRDefault="005B4D37">
            <w:pPr>
              <w:spacing w:line="256" w:lineRule="auto"/>
              <w:rPr>
                <w:lang w:val="it-IT"/>
              </w:rPr>
            </w:pPr>
          </w:p>
        </w:tc>
      </w:tr>
      <w:tr w:rsidR="005B4D37" w:rsidTr="00447546">
        <w:tc>
          <w:tcPr>
            <w:tcW w:w="1909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  <w:r w:rsidRPr="009D1BB8">
              <w:rPr>
                <w:lang w:val="it-IT"/>
              </w:rPr>
              <w:t>&lt; Errors&gt;</w:t>
            </w:r>
          </w:p>
        </w:tc>
        <w:tc>
          <w:tcPr>
            <w:tcW w:w="2138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  <w:r w:rsidRPr="009D1BB8">
              <w:rPr>
                <w:lang w:val="it-IT"/>
              </w:rPr>
              <w:t>0-n</w:t>
            </w:r>
          </w:p>
        </w:tc>
        <w:tc>
          <w:tcPr>
            <w:tcW w:w="2251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2678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3151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  <w:r w:rsidRPr="009D1BB8">
              <w:rPr>
                <w:lang w:val="it-IT"/>
              </w:rPr>
              <w:t>Obligatoriu daca ExecutionStatus =  3</w:t>
            </w:r>
          </w:p>
        </w:tc>
      </w:tr>
      <w:tr w:rsidR="005B4D37" w:rsidTr="00447546">
        <w:tc>
          <w:tcPr>
            <w:tcW w:w="1909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2138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  <w:r w:rsidRPr="009D1BB8">
              <w:rPr>
                <w:lang w:val="it-IT"/>
              </w:rPr>
              <w:t>errorMessage</w:t>
            </w:r>
          </w:p>
        </w:tc>
        <w:tc>
          <w:tcPr>
            <w:tcW w:w="2251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  <w:r w:rsidRPr="009D1BB8">
              <w:rPr>
                <w:lang w:val="it-IT"/>
              </w:rPr>
              <w:t>C(4000)</w:t>
            </w:r>
          </w:p>
        </w:tc>
        <w:tc>
          <w:tcPr>
            <w:tcW w:w="1311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  <w:r w:rsidRPr="009D1BB8">
              <w:rPr>
                <w:lang w:val="it-IT"/>
              </w:rPr>
              <w:t>DA</w:t>
            </w:r>
          </w:p>
        </w:tc>
        <w:tc>
          <w:tcPr>
            <w:tcW w:w="2678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  <w:r w:rsidRPr="009D1BB8">
              <w:rPr>
                <w:lang w:val="it-IT"/>
              </w:rPr>
              <w:t>Descriere/explicatii mesaj eroare</w:t>
            </w:r>
          </w:p>
        </w:tc>
        <w:tc>
          <w:tcPr>
            <w:tcW w:w="3151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  <w:r w:rsidRPr="009D1BB8">
              <w:rPr>
                <w:lang w:val="it-IT"/>
              </w:rPr>
              <w:t>ERR- Camp necompletat</w:t>
            </w:r>
          </w:p>
        </w:tc>
      </w:tr>
      <w:tr w:rsidR="005B4D37" w:rsidTr="00447546">
        <w:tc>
          <w:tcPr>
            <w:tcW w:w="1909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  <w:r w:rsidRPr="009D1BB8">
              <w:rPr>
                <w:lang w:val="it-IT"/>
              </w:rPr>
              <w:t>&lt; /Errors&gt;</w:t>
            </w:r>
          </w:p>
        </w:tc>
        <w:tc>
          <w:tcPr>
            <w:tcW w:w="2138" w:type="dxa"/>
          </w:tcPr>
          <w:p w:rsidR="005B4D37" w:rsidRPr="009D1BB8" w:rsidRDefault="005B4D37">
            <w:pPr>
              <w:spacing w:line="256" w:lineRule="auto"/>
              <w:rPr>
                <w:lang w:val="ro-RO"/>
              </w:rPr>
            </w:pPr>
          </w:p>
        </w:tc>
        <w:tc>
          <w:tcPr>
            <w:tcW w:w="2251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2678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  <w:tc>
          <w:tcPr>
            <w:tcW w:w="3151" w:type="dxa"/>
          </w:tcPr>
          <w:p w:rsidR="005B4D37" w:rsidRPr="009D1BB8" w:rsidRDefault="005B4D37">
            <w:pPr>
              <w:spacing w:line="256" w:lineRule="auto"/>
              <w:rPr>
                <w:lang w:val="it-IT"/>
              </w:rPr>
            </w:pPr>
          </w:p>
        </w:tc>
      </w:tr>
      <w:tr w:rsidR="005B4D37" w:rsidTr="00447546">
        <w:tc>
          <w:tcPr>
            <w:tcW w:w="1909" w:type="dxa"/>
          </w:tcPr>
          <w:p w:rsidR="005B4D37" w:rsidRDefault="005B4D37">
            <w:pPr>
              <w:spacing w:line="256" w:lineRule="auto"/>
              <w:rPr>
                <w:color w:val="FF0000"/>
                <w:lang w:val="it-IT"/>
              </w:rPr>
            </w:pPr>
          </w:p>
        </w:tc>
        <w:tc>
          <w:tcPr>
            <w:tcW w:w="2138" w:type="dxa"/>
          </w:tcPr>
          <w:p w:rsidR="005B4D37" w:rsidRDefault="005B4D37">
            <w:pPr>
              <w:spacing w:line="256" w:lineRule="auto"/>
              <w:rPr>
                <w:color w:val="FF0000"/>
                <w:lang w:val="ro-RO"/>
              </w:rPr>
            </w:pPr>
          </w:p>
        </w:tc>
        <w:tc>
          <w:tcPr>
            <w:tcW w:w="2251" w:type="dxa"/>
          </w:tcPr>
          <w:p w:rsidR="005B4D37" w:rsidRDefault="005B4D37">
            <w:pPr>
              <w:spacing w:line="256" w:lineRule="auto"/>
              <w:rPr>
                <w:color w:val="FF0000"/>
                <w:lang w:val="it-IT"/>
              </w:rPr>
            </w:pPr>
          </w:p>
        </w:tc>
        <w:tc>
          <w:tcPr>
            <w:tcW w:w="1052" w:type="dxa"/>
          </w:tcPr>
          <w:p w:rsidR="005B4D37" w:rsidRDefault="005B4D37">
            <w:pPr>
              <w:spacing w:line="256" w:lineRule="auto"/>
              <w:rPr>
                <w:color w:val="FF0000"/>
                <w:lang w:val="it-IT"/>
              </w:rPr>
            </w:pPr>
          </w:p>
        </w:tc>
        <w:tc>
          <w:tcPr>
            <w:tcW w:w="1311" w:type="dxa"/>
          </w:tcPr>
          <w:p w:rsidR="005B4D37" w:rsidRDefault="005B4D37">
            <w:pPr>
              <w:spacing w:line="256" w:lineRule="auto"/>
              <w:rPr>
                <w:color w:val="FF0000"/>
                <w:lang w:val="it-IT"/>
              </w:rPr>
            </w:pPr>
          </w:p>
        </w:tc>
        <w:tc>
          <w:tcPr>
            <w:tcW w:w="2678" w:type="dxa"/>
          </w:tcPr>
          <w:p w:rsidR="005B4D37" w:rsidRDefault="005B4D37">
            <w:pPr>
              <w:spacing w:line="256" w:lineRule="auto"/>
              <w:rPr>
                <w:color w:val="FF0000"/>
                <w:lang w:val="it-IT"/>
              </w:rPr>
            </w:pPr>
          </w:p>
        </w:tc>
        <w:tc>
          <w:tcPr>
            <w:tcW w:w="3151" w:type="dxa"/>
          </w:tcPr>
          <w:p w:rsidR="005B4D37" w:rsidRDefault="005B4D37">
            <w:pPr>
              <w:spacing w:line="256" w:lineRule="auto"/>
              <w:rPr>
                <w:color w:val="FF0000"/>
                <w:lang w:val="it-IT"/>
              </w:rPr>
            </w:pPr>
          </w:p>
        </w:tc>
      </w:tr>
    </w:tbl>
    <w:p w:rsidR="005B4D37" w:rsidRDefault="005B4D37" w:rsidP="00472E9C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72E9C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72E9C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72E9C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72E9C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72E9C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72E9C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72E9C">
      <w:pPr>
        <w:jc w:val="center"/>
        <w:rPr>
          <w:rFonts w:ascii="Arial" w:hAnsi="Arial" w:cs="Arial"/>
          <w:b/>
          <w:lang w:val="it-IT"/>
        </w:rPr>
      </w:pPr>
      <w:r w:rsidRPr="00D03864">
        <w:rPr>
          <w:rFonts w:ascii="Arial" w:hAnsi="Arial" w:cs="Arial"/>
          <w:b/>
          <w:lang w:val="it-IT"/>
        </w:rPr>
        <w:t xml:space="preserve">Structura propusa pentru </w:t>
      </w:r>
      <w:r>
        <w:rPr>
          <w:rFonts w:ascii="Arial" w:hAnsi="Arial" w:cs="Arial"/>
          <w:b/>
          <w:lang w:val="it-IT"/>
        </w:rPr>
        <w:t xml:space="preserve">XML </w:t>
      </w:r>
      <w:r w:rsidRPr="00472E9C">
        <w:rPr>
          <w:rFonts w:ascii="Arial" w:hAnsi="Arial" w:cs="Arial"/>
          <w:b/>
          <w:lang w:val="it-IT"/>
        </w:rPr>
        <w:t>obtinere lista mesaje</w:t>
      </w:r>
      <w:r>
        <w:rPr>
          <w:rFonts w:ascii="Arial" w:hAnsi="Arial" w:cs="Arial"/>
          <w:b/>
          <w:lang w:val="it-IT"/>
        </w:rPr>
        <w:t xml:space="preserve"> disponibile de la ANAF</w:t>
      </w:r>
    </w:p>
    <w:p w:rsidR="005B4D37" w:rsidRDefault="005B4D37" w:rsidP="000F6354">
      <w:pPr>
        <w:jc w:val="center"/>
        <w:rPr>
          <w:rFonts w:ascii="Arial" w:hAnsi="Arial" w:cs="Arial"/>
          <w:b/>
          <w:lang w:val="it-IT"/>
        </w:rPr>
      </w:pPr>
      <w:r w:rsidRPr="000F6354">
        <w:rPr>
          <w:rFonts w:ascii="Arial" w:hAnsi="Arial" w:cs="Arial"/>
          <w:b/>
          <w:lang w:val="it-IT"/>
        </w:rPr>
        <w:t>/BANCIWS/rest/listaMesaje</w:t>
      </w:r>
    </w:p>
    <w:p w:rsidR="005B4D37" w:rsidRPr="00D03864" w:rsidRDefault="005B4D37" w:rsidP="00472E9C">
      <w:pPr>
        <w:jc w:val="center"/>
        <w:rPr>
          <w:rFonts w:ascii="Arial" w:hAnsi="Arial" w:cs="Arial"/>
          <w:b/>
          <w:lang w:val="it-IT"/>
        </w:rPr>
      </w:pPr>
    </w:p>
    <w:p w:rsidR="005B4D37" w:rsidRDefault="005B4D37" w:rsidP="00472E9C">
      <w:pPr>
        <w:rPr>
          <w:rFonts w:ascii="Arial" w:hAnsi="Arial" w:cs="Arial"/>
        </w:rPr>
      </w:pPr>
    </w:p>
    <w:tbl>
      <w:tblPr>
        <w:tblpPr w:leftFromText="180" w:rightFromText="180" w:vertAnchor="text" w:tblpX="-455" w:tblpY="1"/>
        <w:tblOverlap w:val="never"/>
        <w:tblW w:w="14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46"/>
        <w:gridCol w:w="2269"/>
        <w:gridCol w:w="1721"/>
        <w:gridCol w:w="1311"/>
        <w:gridCol w:w="1311"/>
        <w:gridCol w:w="2677"/>
        <w:gridCol w:w="3150"/>
      </w:tblGrid>
      <w:tr w:rsidR="005B4D37" w:rsidRPr="00F1143C" w:rsidTr="00F87641">
        <w:trPr>
          <w:trHeight w:val="946"/>
        </w:trPr>
        <w:tc>
          <w:tcPr>
            <w:tcW w:w="2046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Element</w:t>
            </w:r>
          </w:p>
        </w:tc>
        <w:tc>
          <w:tcPr>
            <w:tcW w:w="2269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Atribut</w:t>
            </w:r>
          </w:p>
        </w:tc>
        <w:tc>
          <w:tcPr>
            <w:tcW w:w="1721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Semnificatie</w:t>
            </w: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Tip si lungime camp</w:t>
            </w: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  <w:smartTag w:uri="urn:schemas-microsoft-com:office:smarttags" w:element="place">
              <w:smartTag w:uri="urn:schemas-microsoft-com:office:smarttags" w:element="PlaceType">
                <w:r w:rsidRPr="00F1143C">
                  <w:rPr>
                    <w:lang w:val="it-IT"/>
                  </w:rPr>
                  <w:t>Camp</w:t>
                </w:r>
              </w:smartTag>
              <w:r w:rsidRPr="00F1143C">
                <w:rPr>
                  <w:lang w:val="it-IT"/>
                </w:rPr>
                <w:t xml:space="preserve"> </w:t>
              </w:r>
              <w:smartTag w:uri="urn:schemas-microsoft-com:office:smarttags" w:element="PlaceName">
                <w:r w:rsidRPr="00F1143C">
                  <w:rPr>
                    <w:lang w:val="it-IT"/>
                  </w:rPr>
                  <w:t>obligatoriu</w:t>
                </w:r>
              </w:smartTag>
            </w:smartTag>
          </w:p>
        </w:tc>
        <w:tc>
          <w:tcPr>
            <w:tcW w:w="2677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Formule si restrictii</w:t>
            </w:r>
          </w:p>
        </w:tc>
        <w:tc>
          <w:tcPr>
            <w:tcW w:w="3150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Erori</w:t>
            </w:r>
          </w:p>
        </w:tc>
      </w:tr>
      <w:tr w:rsidR="005B4D37" w:rsidRPr="00F1143C" w:rsidTr="00F87641">
        <w:tc>
          <w:tcPr>
            <w:tcW w:w="2046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&lt;header&gt;</w:t>
            </w:r>
          </w:p>
        </w:tc>
        <w:tc>
          <w:tcPr>
            <w:tcW w:w="2269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72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</w:tr>
      <w:tr w:rsidR="005B4D37" w:rsidRPr="00F1143C" w:rsidTr="00F87641">
        <w:tc>
          <w:tcPr>
            <w:tcW w:w="2046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&lt;listaMesaje&gt;</w:t>
            </w:r>
          </w:p>
        </w:tc>
        <w:tc>
          <w:tcPr>
            <w:tcW w:w="2269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72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F8764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</w:tr>
      <w:tr w:rsidR="005B4D37" w:rsidRPr="00F1143C" w:rsidTr="00F87641">
        <w:tc>
          <w:tcPr>
            <w:tcW w:w="2046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2269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Zile</w:t>
            </w:r>
          </w:p>
        </w:tc>
        <w:tc>
          <w:tcPr>
            <w:tcW w:w="1721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Numar zile / ora de cat se doreste primirea mesajelor</w:t>
            </w: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C(5)</w:t>
            </w: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6C1422" w:rsidRDefault="005B4D37" w:rsidP="00FF6396">
            <w:pPr>
              <w:rPr>
                <w:lang w:val="it-IT"/>
              </w:rPr>
            </w:pPr>
            <w:r>
              <w:rPr>
                <w:lang w:val="it-IT"/>
              </w:rPr>
              <w:t>Se trece numarul de zile sau XX/24, unde XX reprezinta numarul de ore.</w:t>
            </w:r>
          </w:p>
        </w:tc>
        <w:tc>
          <w:tcPr>
            <w:tcW w:w="3150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Format incorect</w:t>
            </w:r>
          </w:p>
        </w:tc>
      </w:tr>
      <w:tr w:rsidR="005B4D37" w:rsidRPr="00F1143C" w:rsidTr="00F87641">
        <w:tc>
          <w:tcPr>
            <w:tcW w:w="2046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&lt;/listaMesaje&gt;</w:t>
            </w:r>
          </w:p>
        </w:tc>
        <w:tc>
          <w:tcPr>
            <w:tcW w:w="2269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72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F8764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</w:tr>
      <w:tr w:rsidR="005B4D37" w:rsidRPr="00F1143C" w:rsidTr="00F87641">
        <w:tc>
          <w:tcPr>
            <w:tcW w:w="2046" w:type="dxa"/>
          </w:tcPr>
          <w:p w:rsidR="005B4D37" w:rsidRPr="00F1143C" w:rsidRDefault="005B4D37" w:rsidP="00F87641">
            <w:pPr>
              <w:rPr>
                <w:lang w:val="it-IT"/>
              </w:rPr>
            </w:pPr>
            <w:r w:rsidRPr="00F1143C">
              <w:rPr>
                <w:lang w:val="it-IT"/>
              </w:rPr>
              <w:t>&lt;/header&gt;</w:t>
            </w:r>
          </w:p>
        </w:tc>
        <w:tc>
          <w:tcPr>
            <w:tcW w:w="2269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72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F8764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F87641">
            <w:pPr>
              <w:rPr>
                <w:lang w:val="it-IT"/>
              </w:rPr>
            </w:pPr>
          </w:p>
        </w:tc>
      </w:tr>
    </w:tbl>
    <w:p w:rsidR="005B4D37" w:rsidRPr="00F1143C" w:rsidRDefault="005B4D37" w:rsidP="00472E9C">
      <w:pPr>
        <w:rPr>
          <w:lang w:val="it-IT"/>
        </w:rPr>
      </w:pPr>
    </w:p>
    <w:p w:rsidR="005B4D37" w:rsidRPr="00F1143C" w:rsidRDefault="005B4D37" w:rsidP="00F74D86">
      <w:pPr>
        <w:rPr>
          <w:lang w:val="it-IT"/>
        </w:rPr>
      </w:pPr>
    </w:p>
    <w:p w:rsidR="005B4D37" w:rsidRPr="00F1143C" w:rsidRDefault="005B4D37" w:rsidP="00F74D86">
      <w:pPr>
        <w:rPr>
          <w:lang w:val="it-IT"/>
        </w:rPr>
      </w:pPr>
    </w:p>
    <w:p w:rsidR="005B4D37" w:rsidRPr="00F1143C" w:rsidRDefault="005B4D37" w:rsidP="00352965">
      <w:pPr>
        <w:jc w:val="center"/>
        <w:rPr>
          <w:lang w:val="it-IT"/>
        </w:rPr>
      </w:pPr>
    </w:p>
    <w:p w:rsidR="005B4D37" w:rsidRPr="00F1143C" w:rsidRDefault="005B4D37" w:rsidP="00352965">
      <w:pPr>
        <w:jc w:val="center"/>
        <w:rPr>
          <w:lang w:val="it-IT"/>
        </w:rPr>
      </w:pPr>
    </w:p>
    <w:p w:rsidR="005B4D37" w:rsidRPr="00F1143C" w:rsidRDefault="005B4D37" w:rsidP="00352965">
      <w:pPr>
        <w:jc w:val="center"/>
        <w:rPr>
          <w:lang w:val="it-IT"/>
        </w:rPr>
      </w:pPr>
    </w:p>
    <w:p w:rsidR="005B4D37" w:rsidRPr="00F1143C" w:rsidRDefault="005B4D37" w:rsidP="00352965">
      <w:pPr>
        <w:jc w:val="center"/>
        <w:rPr>
          <w:lang w:val="it-IT"/>
        </w:rPr>
      </w:pPr>
    </w:p>
    <w:p w:rsidR="005B4D37" w:rsidRPr="00F1143C" w:rsidRDefault="005B4D37" w:rsidP="00352965">
      <w:pPr>
        <w:jc w:val="center"/>
        <w:rPr>
          <w:lang w:val="it-IT"/>
        </w:rPr>
      </w:pPr>
    </w:p>
    <w:p w:rsidR="005B4D37" w:rsidRPr="00F1143C" w:rsidRDefault="005B4D37" w:rsidP="00352965">
      <w:pPr>
        <w:jc w:val="center"/>
        <w:rPr>
          <w:rFonts w:ascii="Arial" w:hAnsi="Arial" w:cs="Arial"/>
          <w:b/>
          <w:lang w:val="it-IT"/>
        </w:rPr>
      </w:pPr>
      <w:r w:rsidRPr="00F1143C">
        <w:rPr>
          <w:rFonts w:ascii="Arial" w:hAnsi="Arial" w:cs="Arial"/>
          <w:b/>
          <w:lang w:val="it-IT"/>
        </w:rPr>
        <w:t xml:space="preserve">Structura propusa pentru XML Raspuns ANAF </w:t>
      </w:r>
      <w:r>
        <w:rPr>
          <w:rFonts w:ascii="Arial" w:hAnsi="Arial" w:cs="Arial"/>
          <w:b/>
          <w:lang w:val="it-IT"/>
        </w:rPr>
        <w:t>cu lista mesaje disponibile</w:t>
      </w:r>
    </w:p>
    <w:tbl>
      <w:tblPr>
        <w:tblpPr w:leftFromText="180" w:rightFromText="180" w:vertAnchor="text" w:tblpX="-455" w:tblpY="1"/>
        <w:tblOverlap w:val="never"/>
        <w:tblW w:w="14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95"/>
        <w:gridCol w:w="113"/>
        <w:gridCol w:w="2137"/>
        <w:gridCol w:w="2250"/>
        <w:gridCol w:w="1052"/>
        <w:gridCol w:w="1311"/>
        <w:gridCol w:w="2677"/>
        <w:gridCol w:w="3150"/>
      </w:tblGrid>
      <w:tr w:rsidR="005B4D37" w:rsidRPr="00F1143C" w:rsidTr="00F54183">
        <w:trPr>
          <w:trHeight w:val="946"/>
        </w:trPr>
        <w:tc>
          <w:tcPr>
            <w:tcW w:w="1795" w:type="dxa"/>
          </w:tcPr>
          <w:p w:rsidR="005B4D37" w:rsidRDefault="005B4D37" w:rsidP="0049283C">
            <w:pPr>
              <w:rPr>
                <w:lang w:val="it-IT"/>
              </w:rPr>
            </w:pPr>
          </w:p>
          <w:p w:rsidR="005B4D37" w:rsidRPr="00F1143C" w:rsidRDefault="005B4D37" w:rsidP="0049283C">
            <w:pPr>
              <w:rPr>
                <w:lang w:val="it-IT"/>
              </w:rPr>
            </w:pPr>
          </w:p>
        </w:tc>
        <w:tc>
          <w:tcPr>
            <w:tcW w:w="2250" w:type="dxa"/>
            <w:gridSpan w:val="2"/>
          </w:tcPr>
          <w:p w:rsidR="005B4D37" w:rsidRPr="00F1143C" w:rsidRDefault="005B4D37" w:rsidP="0049283C">
            <w:pPr>
              <w:rPr>
                <w:lang w:val="it-IT"/>
              </w:rPr>
            </w:pPr>
            <w:r w:rsidRPr="00F1143C">
              <w:rPr>
                <w:lang w:val="it-IT"/>
              </w:rPr>
              <w:t>Atribut</w:t>
            </w:r>
          </w:p>
        </w:tc>
        <w:tc>
          <w:tcPr>
            <w:tcW w:w="2250" w:type="dxa"/>
          </w:tcPr>
          <w:p w:rsidR="005B4D37" w:rsidRPr="00F1143C" w:rsidRDefault="005B4D37" w:rsidP="0049283C">
            <w:pPr>
              <w:rPr>
                <w:lang w:val="it-IT"/>
              </w:rPr>
            </w:pPr>
            <w:r w:rsidRPr="00F1143C">
              <w:rPr>
                <w:lang w:val="it-IT"/>
              </w:rPr>
              <w:t>Semnificatie</w:t>
            </w:r>
          </w:p>
        </w:tc>
        <w:tc>
          <w:tcPr>
            <w:tcW w:w="1052" w:type="dxa"/>
          </w:tcPr>
          <w:p w:rsidR="005B4D37" w:rsidRPr="00F1143C" w:rsidRDefault="005B4D37" w:rsidP="0049283C">
            <w:pPr>
              <w:rPr>
                <w:lang w:val="it-IT"/>
              </w:rPr>
            </w:pPr>
            <w:r w:rsidRPr="00F1143C">
              <w:rPr>
                <w:lang w:val="it-IT"/>
              </w:rPr>
              <w:t>Tip si lungime camp</w:t>
            </w:r>
          </w:p>
        </w:tc>
        <w:tc>
          <w:tcPr>
            <w:tcW w:w="1311" w:type="dxa"/>
          </w:tcPr>
          <w:p w:rsidR="005B4D37" w:rsidRPr="00F1143C" w:rsidRDefault="005B4D37" w:rsidP="0049283C">
            <w:pPr>
              <w:rPr>
                <w:lang w:val="it-IT"/>
              </w:rPr>
            </w:pPr>
            <w:smartTag w:uri="urn:schemas-microsoft-com:office:smarttags" w:element="place">
              <w:smartTag w:uri="urn:schemas-microsoft-com:office:smarttags" w:element="PlaceType">
                <w:r w:rsidRPr="00F1143C">
                  <w:rPr>
                    <w:lang w:val="it-IT"/>
                  </w:rPr>
                  <w:t>Camp</w:t>
                </w:r>
              </w:smartTag>
              <w:r w:rsidRPr="00F1143C">
                <w:rPr>
                  <w:lang w:val="it-IT"/>
                </w:rPr>
                <w:t xml:space="preserve"> </w:t>
              </w:r>
              <w:smartTag w:uri="urn:schemas-microsoft-com:office:smarttags" w:element="PlaceName">
                <w:r w:rsidRPr="00F1143C">
                  <w:rPr>
                    <w:lang w:val="it-IT"/>
                  </w:rPr>
                  <w:t>obligatoriu</w:t>
                </w:r>
              </w:smartTag>
            </w:smartTag>
          </w:p>
        </w:tc>
        <w:tc>
          <w:tcPr>
            <w:tcW w:w="2677" w:type="dxa"/>
          </w:tcPr>
          <w:p w:rsidR="005B4D37" w:rsidRPr="00F1143C" w:rsidRDefault="005B4D37" w:rsidP="0049283C">
            <w:pPr>
              <w:rPr>
                <w:lang w:val="it-IT"/>
              </w:rPr>
            </w:pPr>
            <w:r w:rsidRPr="00F1143C">
              <w:rPr>
                <w:lang w:val="it-IT"/>
              </w:rPr>
              <w:t>Formule si restrictii</w:t>
            </w:r>
          </w:p>
        </w:tc>
        <w:tc>
          <w:tcPr>
            <w:tcW w:w="3150" w:type="dxa"/>
          </w:tcPr>
          <w:p w:rsidR="005B4D37" w:rsidRPr="00F1143C" w:rsidRDefault="005B4D37" w:rsidP="0049283C">
            <w:pPr>
              <w:rPr>
                <w:lang w:val="it-IT"/>
              </w:rPr>
            </w:pPr>
            <w:r w:rsidRPr="00F1143C">
              <w:rPr>
                <w:lang w:val="it-IT"/>
              </w:rPr>
              <w:t>Erori</w:t>
            </w: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49283C">
            <w:pPr>
              <w:rPr>
                <w:lang w:val="it-IT"/>
              </w:rPr>
            </w:pPr>
            <w:r w:rsidRPr="00F1143C">
              <w:rPr>
                <w:lang w:val="it-IT"/>
              </w:rPr>
              <w:t>&lt;header&gt;</w:t>
            </w:r>
          </w:p>
        </w:tc>
        <w:tc>
          <w:tcPr>
            <w:tcW w:w="2250" w:type="dxa"/>
            <w:gridSpan w:val="2"/>
          </w:tcPr>
          <w:p w:rsidR="005B4D37" w:rsidRPr="00F1143C" w:rsidRDefault="005B4D37" w:rsidP="0049283C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49283C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49283C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49283C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49283C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49283C">
            <w:pPr>
              <w:rPr>
                <w:lang w:val="it-IT"/>
              </w:rPr>
            </w:pP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2250" w:type="dxa"/>
            <w:gridSpan w:val="2"/>
          </w:tcPr>
          <w:p w:rsidR="005B4D37" w:rsidRPr="00F1143C" w:rsidRDefault="005B4D37" w:rsidP="00352965">
            <w:pPr>
              <w:rPr>
                <w:lang w:val="it-IT"/>
              </w:rPr>
            </w:pPr>
            <w:r w:rsidRPr="00F1143C">
              <w:rPr>
                <w:lang w:val="it-IT"/>
              </w:rPr>
              <w:t>Mesaj_eroare</w:t>
            </w:r>
          </w:p>
        </w:tc>
        <w:tc>
          <w:tcPr>
            <w:tcW w:w="2250" w:type="dxa"/>
          </w:tcPr>
          <w:p w:rsidR="005B4D37" w:rsidRPr="00812D18" w:rsidRDefault="005B4D37" w:rsidP="00352965">
            <w:pPr>
              <w:rPr>
                <w:lang w:val="it-IT"/>
              </w:rPr>
            </w:pPr>
            <w:r w:rsidRPr="00812D18">
              <w:rPr>
                <w:lang w:val="it-IT"/>
              </w:rPr>
              <w:t>Mesajul de eroare general</w:t>
            </w:r>
          </w:p>
        </w:tc>
        <w:tc>
          <w:tcPr>
            <w:tcW w:w="1052" w:type="dxa"/>
          </w:tcPr>
          <w:p w:rsidR="005B4D37" w:rsidRPr="00F1143C" w:rsidRDefault="005B4D37" w:rsidP="00352965">
            <w:pPr>
              <w:rPr>
                <w:lang w:val="it-IT"/>
              </w:rPr>
            </w:pPr>
            <w:r>
              <w:rPr>
                <w:lang w:val="it-IT"/>
              </w:rPr>
              <w:t>C(4000)</w:t>
            </w:r>
          </w:p>
        </w:tc>
        <w:tc>
          <w:tcPr>
            <w:tcW w:w="1311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Default="005B4D37" w:rsidP="00352965">
            <w:pPr>
              <w:rPr>
                <w:lang w:val="it-IT"/>
              </w:rPr>
            </w:pPr>
            <w:r>
              <w:rPr>
                <w:lang w:val="it-IT"/>
              </w:rPr>
              <w:t>Mesajul de eroare complet</w:t>
            </w:r>
          </w:p>
          <w:p w:rsidR="005B4D37" w:rsidRPr="006C1422" w:rsidRDefault="005B4D37" w:rsidP="00352965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352965">
            <w:pPr>
              <w:rPr>
                <w:lang w:val="it-IT"/>
              </w:rPr>
            </w:pPr>
            <w:r w:rsidRPr="00F1143C">
              <w:rPr>
                <w:lang w:val="it-IT"/>
              </w:rPr>
              <w:t>&lt;listaMesaje&gt;</w:t>
            </w:r>
          </w:p>
        </w:tc>
        <w:tc>
          <w:tcPr>
            <w:tcW w:w="2250" w:type="dxa"/>
            <w:gridSpan w:val="2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352965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2250" w:type="dxa"/>
            <w:gridSpan w:val="2"/>
          </w:tcPr>
          <w:p w:rsidR="005B4D37" w:rsidRPr="00F1143C" w:rsidRDefault="005B4D37" w:rsidP="00352965">
            <w:pPr>
              <w:rPr>
                <w:lang w:val="it-IT"/>
              </w:rPr>
            </w:pPr>
            <w:r w:rsidRPr="00F1143C">
              <w:rPr>
                <w:lang w:val="it-IT"/>
              </w:rPr>
              <w:t>id portal</w:t>
            </w:r>
          </w:p>
        </w:tc>
        <w:tc>
          <w:tcPr>
            <w:tcW w:w="2250" w:type="dxa"/>
          </w:tcPr>
          <w:p w:rsidR="005B4D37" w:rsidRPr="00F1143C" w:rsidRDefault="005B4D37" w:rsidP="009D3FBD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Id-ul </w:t>
            </w:r>
            <w:r>
              <w:rPr>
                <w:lang w:val="it-IT"/>
              </w:rPr>
              <w:t>fisierului din portalul ARB</w:t>
            </w:r>
          </w:p>
        </w:tc>
        <w:tc>
          <w:tcPr>
            <w:tcW w:w="1052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CD13BE" w:rsidRDefault="005B4D37" w:rsidP="00352965">
            <w:pPr>
              <w:rPr>
                <w:b/>
                <w:lang w:val="it-IT"/>
              </w:rPr>
            </w:pPr>
            <w:r w:rsidRPr="00CD13BE">
              <w:rPr>
                <w:b/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6C1422" w:rsidRDefault="005B4D37" w:rsidP="00352965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5310E5">
            <w:pPr>
              <w:rPr>
                <w:lang w:val="it-IT"/>
              </w:rPr>
            </w:pPr>
          </w:p>
        </w:tc>
        <w:tc>
          <w:tcPr>
            <w:tcW w:w="2250" w:type="dxa"/>
            <w:gridSpan w:val="2"/>
          </w:tcPr>
          <w:p w:rsidR="005B4D37" w:rsidRPr="00F1143C" w:rsidRDefault="005B4D37" w:rsidP="005310E5">
            <w:pPr>
              <w:rPr>
                <w:lang w:val="it-IT"/>
              </w:rPr>
            </w:pPr>
            <w:r w:rsidRPr="00F1143C">
              <w:rPr>
                <w:lang w:val="it-IT"/>
              </w:rPr>
              <w:t>Cui_banca</w:t>
            </w:r>
          </w:p>
        </w:tc>
        <w:tc>
          <w:tcPr>
            <w:tcW w:w="2250" w:type="dxa"/>
          </w:tcPr>
          <w:p w:rsidR="005B4D37" w:rsidRPr="00F1143C" w:rsidRDefault="005B4D37" w:rsidP="005310E5">
            <w:pPr>
              <w:rPr>
                <w:lang w:val="it-IT"/>
              </w:rPr>
            </w:pPr>
            <w:r w:rsidRPr="00F1143C">
              <w:rPr>
                <w:lang w:val="it-IT"/>
              </w:rPr>
              <w:t>Cui-ul bancii</w:t>
            </w:r>
          </w:p>
        </w:tc>
        <w:tc>
          <w:tcPr>
            <w:tcW w:w="1052" w:type="dxa"/>
          </w:tcPr>
          <w:p w:rsidR="005B4D37" w:rsidRPr="00F1143C" w:rsidRDefault="005B4D37" w:rsidP="005310E5">
            <w:pPr>
              <w:rPr>
                <w:lang w:val="it-IT"/>
              </w:rPr>
            </w:pPr>
            <w:r w:rsidRPr="00F1143C">
              <w:rPr>
                <w:lang w:val="it-IT"/>
              </w:rPr>
              <w:t>N(10)</w:t>
            </w:r>
          </w:p>
        </w:tc>
        <w:tc>
          <w:tcPr>
            <w:tcW w:w="1311" w:type="dxa"/>
          </w:tcPr>
          <w:p w:rsidR="005B4D37" w:rsidRPr="00F1143C" w:rsidRDefault="005B4D37" w:rsidP="005310E5">
            <w:pPr>
              <w:rPr>
                <w:lang w:val="it-IT"/>
              </w:rPr>
            </w:pPr>
            <w:r w:rsidRPr="00F1143C"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6C1422" w:rsidRDefault="005B4D37" w:rsidP="005310E5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5310E5">
            <w:pPr>
              <w:rPr>
                <w:lang w:val="it-IT"/>
              </w:rPr>
            </w:pPr>
            <w:r w:rsidRPr="00F1143C">
              <w:rPr>
                <w:lang w:val="it-IT"/>
              </w:rPr>
              <w:t xml:space="preserve">ERR- </w:t>
            </w:r>
            <w:smartTag w:uri="urn:schemas-microsoft-com:office:smarttags" w:element="place">
              <w:smartTag w:uri="urn:schemas-microsoft-com:office:smarttags" w:element="PlaceType">
                <w:r w:rsidRPr="00F1143C">
                  <w:rPr>
                    <w:lang w:val="it-IT"/>
                  </w:rPr>
                  <w:t>Camp</w:t>
                </w:r>
              </w:smartTag>
              <w:r w:rsidRPr="00F1143C">
                <w:rPr>
                  <w:lang w:val="it-IT"/>
                </w:rPr>
                <w:t xml:space="preserve"> </w:t>
              </w:r>
              <w:smartTag w:uri="urn:schemas-microsoft-com:office:smarttags" w:element="PlaceName">
                <w:r w:rsidRPr="00F1143C">
                  <w:rPr>
                    <w:lang w:val="it-IT"/>
                  </w:rPr>
                  <w:t>necompletat</w:t>
                </w:r>
              </w:smartTag>
            </w:smartTag>
          </w:p>
          <w:p w:rsidR="005B4D37" w:rsidRPr="00F1143C" w:rsidRDefault="005B4D37" w:rsidP="005310E5">
            <w:pPr>
              <w:rPr>
                <w:lang w:val="it-IT"/>
              </w:rPr>
            </w:pPr>
            <w:r w:rsidRPr="00F1143C">
              <w:rPr>
                <w:lang w:val="it-IT"/>
              </w:rPr>
              <w:t>ERR- Valoare eronata</w:t>
            </w: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2250" w:type="dxa"/>
            <w:gridSpan w:val="2"/>
          </w:tcPr>
          <w:p w:rsidR="005B4D37" w:rsidRPr="0081234D" w:rsidRDefault="005B4D37" w:rsidP="00352965">
            <w:r>
              <w:rPr>
                <w:lang w:val="it-IT"/>
              </w:rPr>
              <w:t>Tip_fisier</w:t>
            </w:r>
          </w:p>
        </w:tc>
        <w:tc>
          <w:tcPr>
            <w:tcW w:w="2250" w:type="dxa"/>
          </w:tcPr>
          <w:p w:rsidR="005B4D37" w:rsidRPr="00812D18" w:rsidRDefault="005B4D37" w:rsidP="000B4230">
            <w:pPr>
              <w:rPr>
                <w:lang w:val="it-IT"/>
              </w:rPr>
            </w:pPr>
            <w:r>
              <w:rPr>
                <w:lang w:val="it-IT"/>
              </w:rPr>
              <w:t>Tipul fisierului care a generat mesajul</w:t>
            </w:r>
          </w:p>
        </w:tc>
        <w:tc>
          <w:tcPr>
            <w:tcW w:w="1052" w:type="dxa"/>
          </w:tcPr>
          <w:p w:rsidR="005B4D37" w:rsidRPr="00F1143C" w:rsidRDefault="005B4D37" w:rsidP="00352965">
            <w:pPr>
              <w:rPr>
                <w:lang w:val="it-IT"/>
              </w:rPr>
            </w:pPr>
            <w:r>
              <w:rPr>
                <w:lang w:val="it-IT"/>
              </w:rPr>
              <w:t>C(5)</w:t>
            </w:r>
          </w:p>
        </w:tc>
        <w:tc>
          <w:tcPr>
            <w:tcW w:w="1311" w:type="dxa"/>
          </w:tcPr>
          <w:p w:rsidR="005B4D37" w:rsidRPr="00F1143C" w:rsidRDefault="005B4D37" w:rsidP="00352965">
            <w:pPr>
              <w:rPr>
                <w:lang w:val="it-IT"/>
              </w:rPr>
            </w:pPr>
            <w:r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Default="005B4D37" w:rsidP="0081234D">
            <w:pPr>
              <w:rPr>
                <w:lang w:val="it-IT"/>
              </w:rPr>
            </w:pPr>
            <w:r>
              <w:rPr>
                <w:lang w:val="it-IT"/>
              </w:rPr>
              <w:t>Solicitare ANAF, Raspuns ANAF, Recipisa</w:t>
            </w:r>
          </w:p>
        </w:tc>
        <w:tc>
          <w:tcPr>
            <w:tcW w:w="3150" w:type="dxa"/>
          </w:tcPr>
          <w:p w:rsidR="005B4D37" w:rsidRPr="00F1143C" w:rsidRDefault="005B4D37" w:rsidP="006700C4">
            <w:pPr>
              <w:rPr>
                <w:lang w:val="it-IT"/>
              </w:rPr>
            </w:pPr>
            <w:r>
              <w:rPr>
                <w:lang w:val="it-IT"/>
              </w:rPr>
              <w:t xml:space="preserve">Obs. Din pacate nu este posibil un nomenclator pe tipuri FXXX. Se poate afla exact tipul de fisier  doar din denumire </w:t>
            </w: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2250" w:type="dxa"/>
            <w:gridSpan w:val="2"/>
          </w:tcPr>
          <w:p w:rsidR="005B4D37" w:rsidRPr="00F1143C" w:rsidRDefault="005B4D37" w:rsidP="00352965">
            <w:pPr>
              <w:rPr>
                <w:lang w:val="it-IT"/>
              </w:rPr>
            </w:pPr>
            <w:r>
              <w:rPr>
                <w:lang w:val="it-IT"/>
              </w:rPr>
              <w:t>denumire</w:t>
            </w:r>
          </w:p>
        </w:tc>
        <w:tc>
          <w:tcPr>
            <w:tcW w:w="2250" w:type="dxa"/>
          </w:tcPr>
          <w:p w:rsidR="005B4D37" w:rsidRPr="00812D18" w:rsidRDefault="005B4D37" w:rsidP="000B4230">
            <w:pPr>
              <w:rPr>
                <w:lang w:val="it-IT"/>
              </w:rPr>
            </w:pPr>
            <w:r>
              <w:rPr>
                <w:lang w:val="it-IT"/>
              </w:rPr>
              <w:t>detalii mesaj</w:t>
            </w:r>
          </w:p>
        </w:tc>
        <w:tc>
          <w:tcPr>
            <w:tcW w:w="1052" w:type="dxa"/>
          </w:tcPr>
          <w:p w:rsidR="005B4D37" w:rsidRPr="00F1143C" w:rsidRDefault="005B4D37" w:rsidP="00352965">
            <w:pPr>
              <w:rPr>
                <w:lang w:val="it-IT"/>
              </w:rPr>
            </w:pPr>
            <w:r w:rsidRPr="00F1143C">
              <w:rPr>
                <w:lang w:val="it-IT"/>
              </w:rPr>
              <w:t>C(5</w:t>
            </w:r>
            <w:r>
              <w:rPr>
                <w:lang w:val="it-IT"/>
              </w:rPr>
              <w:t>00</w:t>
            </w:r>
            <w:r w:rsidRPr="00F1143C">
              <w:rPr>
                <w:lang w:val="it-IT"/>
              </w:rPr>
              <w:t>)</w:t>
            </w:r>
          </w:p>
        </w:tc>
        <w:tc>
          <w:tcPr>
            <w:tcW w:w="1311" w:type="dxa"/>
          </w:tcPr>
          <w:p w:rsidR="005B4D37" w:rsidRPr="00F1143C" w:rsidRDefault="005B4D37" w:rsidP="00352965">
            <w:pPr>
              <w:rPr>
                <w:lang w:val="it-IT"/>
              </w:rPr>
            </w:pPr>
            <w:r w:rsidRPr="00F1143C"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957841" w:rsidRDefault="005B4D37" w:rsidP="00F1143C">
            <w:pPr>
              <w:rPr>
                <w:b/>
                <w:lang w:val="it-IT"/>
              </w:rPr>
            </w:pPr>
            <w:r>
              <w:rPr>
                <w:b/>
                <w:lang w:val="it-IT"/>
              </w:rPr>
              <w:t>Detalii referitoare la mesaj</w:t>
            </w:r>
          </w:p>
        </w:tc>
        <w:tc>
          <w:tcPr>
            <w:tcW w:w="3150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2250" w:type="dxa"/>
            <w:gridSpan w:val="2"/>
          </w:tcPr>
          <w:p w:rsidR="005B4D37" w:rsidRPr="00F1143C" w:rsidRDefault="005B4D37" w:rsidP="00352965">
            <w:pPr>
              <w:rPr>
                <w:lang w:val="it-IT"/>
              </w:rPr>
            </w:pPr>
            <w:r w:rsidRPr="00F1143C">
              <w:rPr>
                <w:lang w:val="it-IT"/>
              </w:rPr>
              <w:t>Index_incarcare</w:t>
            </w:r>
          </w:p>
        </w:tc>
        <w:tc>
          <w:tcPr>
            <w:tcW w:w="2250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352965">
            <w:pPr>
              <w:rPr>
                <w:lang w:val="it-IT"/>
              </w:rPr>
            </w:pPr>
            <w:r w:rsidRPr="00F1143C"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352965">
            <w:pPr>
              <w:rPr>
                <w:lang w:val="it-IT"/>
              </w:rPr>
            </w:pPr>
            <w:r>
              <w:rPr>
                <w:lang w:val="it-IT"/>
              </w:rPr>
              <w:t>Indexul de incarcare sau req_id-ul in functie de tipul de document</w:t>
            </w:r>
          </w:p>
        </w:tc>
        <w:tc>
          <w:tcPr>
            <w:tcW w:w="3150" w:type="dxa"/>
          </w:tcPr>
          <w:p w:rsidR="005B4D37" w:rsidRPr="00F1143C" w:rsidRDefault="005B4D37" w:rsidP="00352965">
            <w:pPr>
              <w:rPr>
                <w:lang w:val="it-IT"/>
              </w:rPr>
            </w:pP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  <w:tc>
          <w:tcPr>
            <w:tcW w:w="2250" w:type="dxa"/>
            <w:gridSpan w:val="2"/>
          </w:tcPr>
          <w:p w:rsidR="005B4D37" w:rsidRPr="00F1143C" w:rsidRDefault="005B4D37" w:rsidP="00C611DE">
            <w:pPr>
              <w:rPr>
                <w:lang w:val="it-IT"/>
              </w:rPr>
            </w:pPr>
            <w:r w:rsidRPr="00F1143C">
              <w:rPr>
                <w:lang w:val="it-IT"/>
              </w:rPr>
              <w:t>Data_mesaj</w:t>
            </w:r>
          </w:p>
        </w:tc>
        <w:tc>
          <w:tcPr>
            <w:tcW w:w="2250" w:type="dxa"/>
          </w:tcPr>
          <w:p w:rsidR="005B4D37" w:rsidRPr="00F1143C" w:rsidRDefault="005B4D37" w:rsidP="00C611DE">
            <w:pPr>
              <w:rPr>
                <w:lang w:val="it-IT"/>
              </w:rPr>
            </w:pPr>
            <w:r w:rsidRPr="00F1143C">
              <w:rPr>
                <w:lang w:val="it-IT"/>
              </w:rPr>
              <w:t>Data la care</w:t>
            </w:r>
            <w:r>
              <w:rPr>
                <w:lang w:val="it-IT"/>
              </w:rPr>
              <w:t xml:space="preserve"> a fost generat mesajul pe portalul ARB</w:t>
            </w:r>
          </w:p>
        </w:tc>
        <w:tc>
          <w:tcPr>
            <w:tcW w:w="1052" w:type="dxa"/>
          </w:tcPr>
          <w:p w:rsidR="005B4D37" w:rsidRPr="00F1143C" w:rsidRDefault="005B4D37" w:rsidP="00C611DE">
            <w:pPr>
              <w:rPr>
                <w:lang w:val="it-IT"/>
              </w:rPr>
            </w:pPr>
            <w:r w:rsidRPr="00F1143C">
              <w:rPr>
                <w:lang w:val="it-IT"/>
              </w:rPr>
              <w:t>C(12)</w:t>
            </w:r>
          </w:p>
        </w:tc>
        <w:tc>
          <w:tcPr>
            <w:tcW w:w="1311" w:type="dxa"/>
          </w:tcPr>
          <w:p w:rsidR="005B4D37" w:rsidRPr="00F1143C" w:rsidRDefault="005B4D37" w:rsidP="00C611DE">
            <w:pPr>
              <w:rPr>
                <w:lang w:val="it-IT"/>
              </w:rPr>
            </w:pPr>
            <w:r w:rsidRPr="00F1143C"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6C1422" w:rsidRDefault="005B4D37" w:rsidP="00C611DE">
            <w:pPr>
              <w:rPr>
                <w:lang w:val="it-IT"/>
              </w:rPr>
            </w:pPr>
            <w:r w:rsidRPr="00F1143C">
              <w:rPr>
                <w:lang w:val="it-IT"/>
              </w:rPr>
              <w:t>= YYYYMMDDHHMM</w:t>
            </w:r>
          </w:p>
        </w:tc>
        <w:tc>
          <w:tcPr>
            <w:tcW w:w="3150" w:type="dxa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C611DE">
            <w:pPr>
              <w:rPr>
                <w:lang w:val="it-IT"/>
              </w:rPr>
            </w:pPr>
            <w:r w:rsidRPr="00F1143C">
              <w:rPr>
                <w:lang w:val="it-IT"/>
              </w:rPr>
              <w:t>&lt;/listaMesaje&gt;</w:t>
            </w:r>
          </w:p>
        </w:tc>
        <w:tc>
          <w:tcPr>
            <w:tcW w:w="2250" w:type="dxa"/>
            <w:gridSpan w:val="2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C611DE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</w:tr>
      <w:tr w:rsidR="005B4D37" w:rsidRPr="00F1143C" w:rsidTr="00F54183">
        <w:tc>
          <w:tcPr>
            <w:tcW w:w="1795" w:type="dxa"/>
          </w:tcPr>
          <w:p w:rsidR="005B4D37" w:rsidRPr="00F1143C" w:rsidRDefault="005B4D37" w:rsidP="00C611DE">
            <w:pPr>
              <w:rPr>
                <w:lang w:val="it-IT"/>
              </w:rPr>
            </w:pPr>
            <w:r w:rsidRPr="00F1143C">
              <w:rPr>
                <w:lang w:val="it-IT"/>
              </w:rPr>
              <w:t>&lt;/header&gt;</w:t>
            </w:r>
          </w:p>
        </w:tc>
        <w:tc>
          <w:tcPr>
            <w:tcW w:w="2250" w:type="dxa"/>
            <w:gridSpan w:val="2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C611DE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C611DE">
            <w:pPr>
              <w:rPr>
                <w:lang w:val="it-IT"/>
              </w:rPr>
            </w:pPr>
          </w:p>
        </w:tc>
      </w:tr>
      <w:tr w:rsidR="005B4D37" w:rsidRPr="00F1143C" w:rsidTr="0049283C">
        <w:tc>
          <w:tcPr>
            <w:tcW w:w="14485" w:type="dxa"/>
            <w:gridSpan w:val="8"/>
          </w:tcPr>
          <w:p w:rsidR="005B4D37" w:rsidRDefault="005B4D37" w:rsidP="000C4756">
            <w:pPr>
              <w:rPr>
                <w:lang w:val="it-IT"/>
              </w:rPr>
            </w:pPr>
          </w:p>
          <w:p w:rsidR="005B4D37" w:rsidRDefault="005B4D37" w:rsidP="000C4756">
            <w:pPr>
              <w:rPr>
                <w:lang w:val="it-IT"/>
              </w:rPr>
            </w:pPr>
          </w:p>
          <w:p w:rsidR="005B4D37" w:rsidRPr="00D03864" w:rsidRDefault="005B4D37" w:rsidP="00F51134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D03864">
              <w:rPr>
                <w:rFonts w:ascii="Arial" w:hAnsi="Arial" w:cs="Arial"/>
                <w:b/>
                <w:lang w:val="it-IT"/>
              </w:rPr>
              <w:t xml:space="preserve">Structura propusa pentru </w:t>
            </w:r>
            <w:r>
              <w:rPr>
                <w:rFonts w:ascii="Arial" w:hAnsi="Arial" w:cs="Arial"/>
                <w:b/>
                <w:lang w:val="it-IT"/>
              </w:rPr>
              <w:t>XML upload fisier catre ANAF</w:t>
            </w:r>
          </w:p>
          <w:p w:rsidR="005B4D37" w:rsidRDefault="005B4D37" w:rsidP="000F6354">
            <w:pPr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/BANCIWS/rest/uploadMesaj</w:t>
            </w:r>
          </w:p>
          <w:p w:rsidR="005B4D37" w:rsidRDefault="005B4D37" w:rsidP="000C4756">
            <w:pPr>
              <w:rPr>
                <w:lang w:val="it-IT"/>
              </w:rPr>
            </w:pPr>
          </w:p>
          <w:p w:rsidR="005B4D37" w:rsidRDefault="005B4D37" w:rsidP="000C4756">
            <w:pPr>
              <w:rPr>
                <w:lang w:val="it-IT"/>
              </w:rPr>
            </w:pPr>
          </w:p>
          <w:p w:rsidR="005B4D37" w:rsidRPr="00F1143C" w:rsidRDefault="005B4D37" w:rsidP="000C4756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BD73DD">
            <w:pPr>
              <w:rPr>
                <w:lang w:val="it-IT"/>
              </w:rPr>
            </w:pPr>
            <w:r w:rsidRPr="00F1143C">
              <w:rPr>
                <w:lang w:val="it-IT"/>
              </w:rPr>
              <w:t>Element</w:t>
            </w:r>
          </w:p>
        </w:tc>
        <w:tc>
          <w:tcPr>
            <w:tcW w:w="2137" w:type="dxa"/>
          </w:tcPr>
          <w:p w:rsidR="005B4D37" w:rsidRPr="00F1143C" w:rsidRDefault="005B4D37" w:rsidP="00BD73DD">
            <w:pPr>
              <w:rPr>
                <w:lang w:val="it-IT"/>
              </w:rPr>
            </w:pPr>
            <w:r w:rsidRPr="00F1143C">
              <w:rPr>
                <w:lang w:val="it-IT"/>
              </w:rPr>
              <w:t>Atribut</w:t>
            </w:r>
          </w:p>
        </w:tc>
        <w:tc>
          <w:tcPr>
            <w:tcW w:w="2250" w:type="dxa"/>
          </w:tcPr>
          <w:p w:rsidR="005B4D37" w:rsidRPr="00F1143C" w:rsidRDefault="005B4D37" w:rsidP="00BD73DD">
            <w:pPr>
              <w:rPr>
                <w:lang w:val="it-IT"/>
              </w:rPr>
            </w:pPr>
            <w:r w:rsidRPr="00F1143C">
              <w:rPr>
                <w:lang w:val="it-IT"/>
              </w:rPr>
              <w:t>Semnificatie</w:t>
            </w:r>
          </w:p>
        </w:tc>
        <w:tc>
          <w:tcPr>
            <w:tcW w:w="1052" w:type="dxa"/>
          </w:tcPr>
          <w:p w:rsidR="005B4D37" w:rsidRPr="00F1143C" w:rsidRDefault="005B4D37" w:rsidP="00BD73DD">
            <w:pPr>
              <w:rPr>
                <w:lang w:val="it-IT"/>
              </w:rPr>
            </w:pPr>
            <w:r w:rsidRPr="00F1143C">
              <w:rPr>
                <w:lang w:val="it-IT"/>
              </w:rPr>
              <w:t>Tip si lungime camp</w:t>
            </w:r>
          </w:p>
        </w:tc>
        <w:tc>
          <w:tcPr>
            <w:tcW w:w="1311" w:type="dxa"/>
          </w:tcPr>
          <w:p w:rsidR="005B4D37" w:rsidRPr="00F1143C" w:rsidRDefault="005B4D37" w:rsidP="00BD73DD">
            <w:pPr>
              <w:rPr>
                <w:lang w:val="it-IT"/>
              </w:rPr>
            </w:pPr>
            <w:smartTag w:uri="urn:schemas-microsoft-com:office:smarttags" w:element="place">
              <w:smartTag w:uri="urn:schemas-microsoft-com:office:smarttags" w:element="PlaceType">
                <w:r w:rsidRPr="00F1143C">
                  <w:rPr>
                    <w:lang w:val="it-IT"/>
                  </w:rPr>
                  <w:t>Camp</w:t>
                </w:r>
              </w:smartTag>
              <w:r w:rsidRPr="00F1143C">
                <w:rPr>
                  <w:lang w:val="it-IT"/>
                </w:rPr>
                <w:t xml:space="preserve"> </w:t>
              </w:r>
              <w:smartTag w:uri="urn:schemas-microsoft-com:office:smarttags" w:element="PlaceName">
                <w:r w:rsidRPr="00F1143C">
                  <w:rPr>
                    <w:lang w:val="it-IT"/>
                  </w:rPr>
                  <w:t>obligatoriu</w:t>
                </w:r>
              </w:smartTag>
            </w:smartTag>
          </w:p>
        </w:tc>
        <w:tc>
          <w:tcPr>
            <w:tcW w:w="2677" w:type="dxa"/>
          </w:tcPr>
          <w:p w:rsidR="005B4D37" w:rsidRPr="00F1143C" w:rsidRDefault="005B4D37" w:rsidP="00BD73DD">
            <w:pPr>
              <w:rPr>
                <w:lang w:val="it-IT"/>
              </w:rPr>
            </w:pPr>
            <w:r w:rsidRPr="00F1143C">
              <w:rPr>
                <w:lang w:val="it-IT"/>
              </w:rPr>
              <w:t>Formule si restrictii</w:t>
            </w:r>
          </w:p>
        </w:tc>
        <w:tc>
          <w:tcPr>
            <w:tcW w:w="3150" w:type="dxa"/>
          </w:tcPr>
          <w:p w:rsidR="005B4D37" w:rsidRPr="00F1143C" w:rsidRDefault="005B4D37" w:rsidP="00BD73DD">
            <w:pPr>
              <w:rPr>
                <w:lang w:val="it-IT"/>
              </w:rPr>
            </w:pPr>
            <w:r w:rsidRPr="00F1143C">
              <w:rPr>
                <w:lang w:val="it-IT"/>
              </w:rPr>
              <w:t>Erori</w:t>
            </w: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BD73DD">
            <w:pPr>
              <w:rPr>
                <w:lang w:val="it-IT"/>
              </w:rPr>
            </w:pPr>
            <w:r w:rsidRPr="00F1143C">
              <w:rPr>
                <w:lang w:val="it-IT"/>
              </w:rPr>
              <w:t>&lt;header&gt;</w:t>
            </w:r>
          </w:p>
        </w:tc>
        <w:tc>
          <w:tcPr>
            <w:tcW w:w="2137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275C4A">
            <w:pPr>
              <w:rPr>
                <w:lang w:val="it-IT"/>
              </w:rPr>
            </w:pPr>
            <w:r w:rsidRPr="00F1143C">
              <w:rPr>
                <w:lang w:val="it-IT"/>
              </w:rPr>
              <w:t>&lt;</w:t>
            </w:r>
            <w:r>
              <w:rPr>
                <w:lang w:val="it-IT"/>
              </w:rPr>
              <w:t>upload</w:t>
            </w:r>
            <w:r w:rsidRPr="00F1143C">
              <w:rPr>
                <w:lang w:val="it-IT"/>
              </w:rPr>
              <w:t>&gt;</w:t>
            </w:r>
          </w:p>
        </w:tc>
        <w:tc>
          <w:tcPr>
            <w:tcW w:w="2137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BD73DD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F1143C" w:rsidRDefault="005B4D37" w:rsidP="00BD73DD">
            <w:pPr>
              <w:rPr>
                <w:lang w:val="it-IT"/>
              </w:rPr>
            </w:pPr>
            <w:r>
              <w:rPr>
                <w:lang w:val="it-IT"/>
              </w:rPr>
              <w:t>fisier</w:t>
            </w:r>
          </w:p>
        </w:tc>
        <w:tc>
          <w:tcPr>
            <w:tcW w:w="2250" w:type="dxa"/>
          </w:tcPr>
          <w:p w:rsidR="005B4D37" w:rsidRPr="00F1143C" w:rsidRDefault="005B4D37" w:rsidP="00447546">
            <w:pPr>
              <w:rPr>
                <w:lang w:val="it-IT"/>
              </w:rPr>
            </w:pPr>
            <w:r>
              <w:rPr>
                <w:lang w:val="it-IT"/>
              </w:rPr>
              <w:t>Valoare string in base64 reprezenmtand pdful semnat digital</w:t>
            </w:r>
          </w:p>
        </w:tc>
        <w:tc>
          <w:tcPr>
            <w:tcW w:w="1052" w:type="dxa"/>
          </w:tcPr>
          <w:p w:rsidR="005B4D37" w:rsidRPr="00F1143C" w:rsidRDefault="005B4D37" w:rsidP="00BD73DD">
            <w:pPr>
              <w:rPr>
                <w:lang w:val="it-IT"/>
              </w:rPr>
            </w:pPr>
            <w:r>
              <w:rPr>
                <w:lang w:val="it-IT"/>
              </w:rPr>
              <w:t>C(BIG</w:t>
            </w:r>
            <w:r w:rsidRPr="00F1143C">
              <w:rPr>
                <w:lang w:val="it-IT"/>
              </w:rPr>
              <w:t>)</w:t>
            </w:r>
          </w:p>
        </w:tc>
        <w:tc>
          <w:tcPr>
            <w:tcW w:w="1311" w:type="dxa"/>
          </w:tcPr>
          <w:p w:rsidR="005B4D37" w:rsidRPr="00F1143C" w:rsidRDefault="005B4D37" w:rsidP="00BD73DD">
            <w:pPr>
              <w:rPr>
                <w:lang w:val="it-IT"/>
              </w:rPr>
            </w:pPr>
            <w:r w:rsidRPr="00F1143C"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6C1422" w:rsidRDefault="005B4D37" w:rsidP="00BD73DD">
            <w:pPr>
              <w:rPr>
                <w:lang w:val="it-IT"/>
              </w:rPr>
            </w:pPr>
            <w:r>
              <w:rPr>
                <w:lang w:val="it-IT"/>
              </w:rPr>
              <w:t>Stringul este in format base64, si poate avea orice marime.</w:t>
            </w:r>
          </w:p>
        </w:tc>
        <w:tc>
          <w:tcPr>
            <w:tcW w:w="3150" w:type="dxa"/>
          </w:tcPr>
          <w:p w:rsidR="005B4D37" w:rsidRPr="00F1143C" w:rsidRDefault="005B4D37" w:rsidP="00BD73DD">
            <w:pPr>
              <w:rPr>
                <w:lang w:val="it-IT"/>
              </w:rPr>
            </w:pPr>
            <w:r w:rsidRPr="00F1143C">
              <w:rPr>
                <w:lang w:val="it-IT"/>
              </w:rPr>
              <w:t>Format incorect</w:t>
            </w: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275C4A">
            <w:pPr>
              <w:rPr>
                <w:lang w:val="it-IT"/>
              </w:rPr>
            </w:pPr>
            <w:r w:rsidRPr="00F1143C">
              <w:rPr>
                <w:lang w:val="it-IT"/>
              </w:rPr>
              <w:t>&lt;/</w:t>
            </w:r>
            <w:r>
              <w:rPr>
                <w:lang w:val="it-IT"/>
              </w:rPr>
              <w:t xml:space="preserve"> upload</w:t>
            </w:r>
            <w:r w:rsidRPr="00F1143C">
              <w:rPr>
                <w:lang w:val="it-IT"/>
              </w:rPr>
              <w:t xml:space="preserve"> &gt;</w:t>
            </w:r>
          </w:p>
        </w:tc>
        <w:tc>
          <w:tcPr>
            <w:tcW w:w="2137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BD73DD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BD73DD">
            <w:pPr>
              <w:rPr>
                <w:lang w:val="it-IT"/>
              </w:rPr>
            </w:pPr>
            <w:r>
              <w:rPr>
                <w:lang w:val="it-IT"/>
              </w:rPr>
              <w:t>&lt;/header&gt;</w:t>
            </w:r>
          </w:p>
        </w:tc>
        <w:tc>
          <w:tcPr>
            <w:tcW w:w="2137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BD73DD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BD73DD">
            <w:pPr>
              <w:rPr>
                <w:lang w:val="it-IT"/>
              </w:rPr>
            </w:pPr>
          </w:p>
        </w:tc>
      </w:tr>
      <w:tr w:rsidR="005B4D37" w:rsidRPr="00F1143C" w:rsidTr="008B63D2">
        <w:trPr>
          <w:trHeight w:val="1134"/>
        </w:trPr>
        <w:tc>
          <w:tcPr>
            <w:tcW w:w="14485" w:type="dxa"/>
            <w:gridSpan w:val="8"/>
          </w:tcPr>
          <w:p w:rsidR="005B4D37" w:rsidRDefault="005B4D37" w:rsidP="00BD73DD">
            <w:pPr>
              <w:rPr>
                <w:lang w:val="it-IT"/>
              </w:rPr>
            </w:pPr>
          </w:p>
          <w:p w:rsidR="005B4D37" w:rsidRDefault="005B4D37" w:rsidP="00BD73DD">
            <w:pPr>
              <w:rPr>
                <w:lang w:val="it-IT"/>
              </w:rPr>
            </w:pPr>
            <w:r>
              <w:rPr>
                <w:lang w:val="it-IT"/>
              </w:rPr>
              <w:t xml:space="preserve">          </w:t>
            </w:r>
          </w:p>
          <w:p w:rsidR="005B4D37" w:rsidRDefault="005B4D37" w:rsidP="00BD73DD">
            <w:pPr>
              <w:rPr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 xml:space="preserve">                         </w:t>
            </w:r>
            <w:r w:rsidRPr="0041682E">
              <w:rPr>
                <w:rFonts w:ascii="Arial" w:hAnsi="Arial" w:cs="Arial"/>
                <w:b/>
                <w:lang w:val="it-IT"/>
              </w:rPr>
              <w:t>Structura propusa pentru</w:t>
            </w:r>
            <w:r>
              <w:rPr>
                <w:lang w:val="it-IT"/>
              </w:rPr>
              <w:t xml:space="preserve"> </w:t>
            </w:r>
            <w:r>
              <w:rPr>
                <w:rFonts w:ascii="Arial" w:hAnsi="Arial" w:cs="Arial"/>
                <w:b/>
                <w:lang w:val="it-IT"/>
              </w:rPr>
              <w:t xml:space="preserve"> XML </w:t>
            </w:r>
            <w:r w:rsidRPr="00447546">
              <w:rPr>
                <w:rFonts w:ascii="Arial" w:hAnsi="Arial" w:cs="Arial"/>
                <w:b/>
                <w:lang w:val="it-IT"/>
              </w:rPr>
              <w:t>raspuns ANAF la fisierul transmis (la care s-a facut upload)</w:t>
            </w:r>
          </w:p>
          <w:p w:rsidR="005B4D37" w:rsidRPr="00F1143C" w:rsidRDefault="005B4D37" w:rsidP="00BD73DD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E50DDF">
            <w:pPr>
              <w:rPr>
                <w:lang w:val="it-IT"/>
              </w:rPr>
            </w:pPr>
            <w:r w:rsidRPr="00F1143C">
              <w:rPr>
                <w:lang w:val="it-IT"/>
              </w:rPr>
              <w:t>Element</w:t>
            </w:r>
          </w:p>
        </w:tc>
        <w:tc>
          <w:tcPr>
            <w:tcW w:w="2137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 w:rsidRPr="00F1143C">
              <w:rPr>
                <w:lang w:val="it-IT"/>
              </w:rPr>
              <w:t>Atribut</w:t>
            </w:r>
          </w:p>
        </w:tc>
        <w:tc>
          <w:tcPr>
            <w:tcW w:w="2250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 w:rsidRPr="00F1143C">
              <w:rPr>
                <w:lang w:val="it-IT"/>
              </w:rPr>
              <w:t>Semnificatie</w:t>
            </w:r>
          </w:p>
        </w:tc>
        <w:tc>
          <w:tcPr>
            <w:tcW w:w="1052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 w:rsidRPr="00F1143C">
              <w:rPr>
                <w:lang w:val="it-IT"/>
              </w:rPr>
              <w:t>Tip si lungime camp</w:t>
            </w:r>
          </w:p>
        </w:tc>
        <w:tc>
          <w:tcPr>
            <w:tcW w:w="1311" w:type="dxa"/>
          </w:tcPr>
          <w:p w:rsidR="005B4D37" w:rsidRPr="00F1143C" w:rsidRDefault="005B4D37" w:rsidP="00E50DDF">
            <w:pPr>
              <w:rPr>
                <w:lang w:val="it-IT"/>
              </w:rPr>
            </w:pPr>
            <w:smartTag w:uri="urn:schemas-microsoft-com:office:smarttags" w:element="place">
              <w:smartTag w:uri="urn:schemas-microsoft-com:office:smarttags" w:element="PlaceType">
                <w:r w:rsidRPr="00F1143C">
                  <w:rPr>
                    <w:lang w:val="it-IT"/>
                  </w:rPr>
                  <w:t>Camp</w:t>
                </w:r>
              </w:smartTag>
              <w:r w:rsidRPr="00F1143C">
                <w:rPr>
                  <w:lang w:val="it-IT"/>
                </w:rPr>
                <w:t xml:space="preserve"> </w:t>
              </w:r>
              <w:smartTag w:uri="urn:schemas-microsoft-com:office:smarttags" w:element="PlaceName">
                <w:r w:rsidRPr="00F1143C">
                  <w:rPr>
                    <w:lang w:val="it-IT"/>
                  </w:rPr>
                  <w:t>obligatoriu</w:t>
                </w:r>
              </w:smartTag>
            </w:smartTag>
          </w:p>
        </w:tc>
        <w:tc>
          <w:tcPr>
            <w:tcW w:w="2677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 w:rsidRPr="00F1143C">
              <w:rPr>
                <w:lang w:val="it-IT"/>
              </w:rPr>
              <w:t>Formule si restrictii</w:t>
            </w:r>
          </w:p>
        </w:tc>
        <w:tc>
          <w:tcPr>
            <w:tcW w:w="3150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 w:rsidRPr="00F1143C">
              <w:rPr>
                <w:lang w:val="it-IT"/>
              </w:rPr>
              <w:t>Erori</w:t>
            </w: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E50DDF">
            <w:pPr>
              <w:rPr>
                <w:lang w:val="it-IT"/>
              </w:rPr>
            </w:pPr>
            <w:r w:rsidRPr="00F1143C">
              <w:rPr>
                <w:lang w:val="it-IT"/>
              </w:rPr>
              <w:t>&lt;header&gt;</w:t>
            </w:r>
          </w:p>
        </w:tc>
        <w:tc>
          <w:tcPr>
            <w:tcW w:w="2137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CD2371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E50DDF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>
              <w:rPr>
                <w:lang w:val="it-IT"/>
              </w:rPr>
              <w:t>dateResponse</w:t>
            </w:r>
          </w:p>
        </w:tc>
        <w:tc>
          <w:tcPr>
            <w:tcW w:w="2250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>
              <w:rPr>
                <w:lang w:val="it-IT"/>
              </w:rPr>
              <w:t xml:space="preserve">Data raspunsului </w:t>
            </w:r>
          </w:p>
        </w:tc>
        <w:tc>
          <w:tcPr>
            <w:tcW w:w="1052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>
              <w:rPr>
                <w:lang w:val="it-IT"/>
              </w:rPr>
              <w:t>DateTime</w:t>
            </w:r>
          </w:p>
        </w:tc>
        <w:tc>
          <w:tcPr>
            <w:tcW w:w="1311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6C1422" w:rsidRDefault="005B4D37" w:rsidP="00E50DDF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>
              <w:rPr>
                <w:lang w:val="it-IT"/>
              </w:rPr>
              <w:t>ExecutionStatus</w:t>
            </w:r>
          </w:p>
        </w:tc>
        <w:tc>
          <w:tcPr>
            <w:tcW w:w="2250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>
              <w:rPr>
                <w:lang w:val="it-IT"/>
              </w:rPr>
              <w:t xml:space="preserve">Statusul operatiei </w:t>
            </w:r>
          </w:p>
        </w:tc>
        <w:tc>
          <w:tcPr>
            <w:tcW w:w="1052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>
              <w:rPr>
                <w:lang w:val="it-IT"/>
              </w:rPr>
              <w:t>N(1</w:t>
            </w:r>
            <w:r w:rsidRPr="00F1143C">
              <w:rPr>
                <w:lang w:val="it-IT"/>
              </w:rPr>
              <w:t>)</w:t>
            </w:r>
          </w:p>
        </w:tc>
        <w:tc>
          <w:tcPr>
            <w:tcW w:w="1311" w:type="dxa"/>
          </w:tcPr>
          <w:p w:rsidR="005B4D37" w:rsidRPr="00F1143C" w:rsidRDefault="005B4D37" w:rsidP="00E50DDF">
            <w:pPr>
              <w:rPr>
                <w:lang w:val="it-IT"/>
              </w:rPr>
            </w:pPr>
            <w:r w:rsidRPr="00F1143C"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Default="005B4D37" w:rsidP="00E50DDF">
            <w:pPr>
              <w:rPr>
                <w:lang w:val="it-IT"/>
              </w:rPr>
            </w:pPr>
            <w:r>
              <w:rPr>
                <w:lang w:val="it-IT"/>
              </w:rPr>
              <w:t>0=ok</w:t>
            </w:r>
          </w:p>
          <w:p w:rsidR="005B4D37" w:rsidRPr="006C1422" w:rsidRDefault="005B4D37" w:rsidP="00E50DDF">
            <w:pPr>
              <w:rPr>
                <w:lang w:val="it-IT"/>
              </w:rPr>
            </w:pPr>
            <w:r>
              <w:rPr>
                <w:lang w:val="it-IT"/>
              </w:rPr>
              <w:t>1=nok</w:t>
            </w:r>
          </w:p>
        </w:tc>
        <w:tc>
          <w:tcPr>
            <w:tcW w:w="3150" w:type="dxa"/>
          </w:tcPr>
          <w:p w:rsidR="005B4D37" w:rsidRPr="00F1143C" w:rsidRDefault="005B4D37" w:rsidP="00E50DDF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CD13BE" w:rsidRDefault="005B4D37" w:rsidP="00D368A1">
            <w:pPr>
              <w:rPr>
                <w:b/>
                <w:lang w:val="it-IT"/>
              </w:rPr>
            </w:pPr>
            <w:r w:rsidRPr="00447546">
              <w:rPr>
                <w:b/>
                <w:lang w:val="it-IT"/>
              </w:rPr>
              <w:t>index_incarcare</w:t>
            </w: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812D18">
              <w:rPr>
                <w:lang w:val="it-IT"/>
              </w:rPr>
              <w:t xml:space="preserve">Id-ul </w:t>
            </w:r>
            <w:r>
              <w:rPr>
                <w:lang w:val="it-IT"/>
              </w:rPr>
              <w:t xml:space="preserve">primit de la ANAF folosit pentru corelare </w:t>
            </w: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447546">
              <w:rPr>
                <w:lang w:val="it-IT"/>
              </w:rPr>
              <w:t>id incarcare</w:t>
            </w:r>
          </w:p>
        </w:tc>
        <w:tc>
          <w:tcPr>
            <w:tcW w:w="3150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Id-ul primit la incarcare. Obligatoriu pentru ExecutionStatus=0</w:t>
            </w:r>
          </w:p>
        </w:tc>
      </w:tr>
      <w:tr w:rsidR="005B4D37" w:rsidRPr="0052229F" w:rsidTr="00021229">
        <w:tc>
          <w:tcPr>
            <w:tcW w:w="1908" w:type="dxa"/>
            <w:gridSpan w:val="2"/>
          </w:tcPr>
          <w:p w:rsidR="005B4D37" w:rsidRPr="00987A18" w:rsidRDefault="005B4D37" w:rsidP="00D368A1">
            <w:pPr>
              <w:rPr>
                <w:lang w:val="it-IT"/>
              </w:rPr>
            </w:pPr>
            <w:r w:rsidRPr="00987A18">
              <w:rPr>
                <w:lang w:val="it-IT"/>
              </w:rPr>
              <w:t>&lt; Errors&gt;</w:t>
            </w:r>
          </w:p>
        </w:tc>
        <w:tc>
          <w:tcPr>
            <w:tcW w:w="2137" w:type="dxa"/>
          </w:tcPr>
          <w:p w:rsidR="005B4D37" w:rsidRPr="00987A18" w:rsidRDefault="005B4D37" w:rsidP="00D368A1">
            <w:pPr>
              <w:rPr>
                <w:lang w:val="it-IT"/>
              </w:rPr>
            </w:pPr>
            <w:r w:rsidRPr="00987A18">
              <w:rPr>
                <w:lang w:val="it-IT"/>
              </w:rPr>
              <w:t>0-n</w:t>
            </w:r>
          </w:p>
        </w:tc>
        <w:tc>
          <w:tcPr>
            <w:tcW w:w="2250" w:type="dxa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987A18" w:rsidRDefault="005B4D37" w:rsidP="00D368A1">
            <w:pPr>
              <w:rPr>
                <w:lang w:val="it-IT"/>
              </w:rPr>
            </w:pPr>
            <w:r w:rsidRPr="00987A18">
              <w:rPr>
                <w:lang w:val="it-IT"/>
              </w:rPr>
              <w:t>Obligatoriu daca ExecutionStatus =  ERROR</w:t>
            </w:r>
          </w:p>
        </w:tc>
      </w:tr>
      <w:tr w:rsidR="005B4D37" w:rsidRPr="0052229F" w:rsidTr="00021229">
        <w:tc>
          <w:tcPr>
            <w:tcW w:w="1908" w:type="dxa"/>
            <w:gridSpan w:val="2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987A18" w:rsidRDefault="005B4D37" w:rsidP="00D368A1">
            <w:r w:rsidRPr="00987A18">
              <w:rPr>
                <w:lang w:val="it-IT"/>
              </w:rPr>
              <w:t>errorMessage</w:t>
            </w:r>
          </w:p>
        </w:tc>
        <w:tc>
          <w:tcPr>
            <w:tcW w:w="2250" w:type="dxa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987A18" w:rsidRDefault="005B4D37" w:rsidP="00D368A1">
            <w:pPr>
              <w:rPr>
                <w:lang w:val="it-IT"/>
              </w:rPr>
            </w:pPr>
            <w:r w:rsidRPr="00987A18">
              <w:rPr>
                <w:lang w:val="it-IT"/>
              </w:rPr>
              <w:t>C(4000)</w:t>
            </w:r>
          </w:p>
        </w:tc>
        <w:tc>
          <w:tcPr>
            <w:tcW w:w="1311" w:type="dxa"/>
          </w:tcPr>
          <w:p w:rsidR="005B4D37" w:rsidRPr="00987A18" w:rsidRDefault="005B4D37" w:rsidP="00D368A1">
            <w:pPr>
              <w:rPr>
                <w:lang w:val="it-IT"/>
              </w:rPr>
            </w:pPr>
            <w:r w:rsidRPr="00987A18"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987A18" w:rsidRDefault="005B4D37" w:rsidP="00D368A1">
            <w:pPr>
              <w:rPr>
                <w:lang w:val="it-IT"/>
              </w:rPr>
            </w:pPr>
            <w:r w:rsidRPr="00987A18">
              <w:rPr>
                <w:lang w:val="it-IT"/>
              </w:rPr>
              <w:t>Descriere/explicatii mesaj eroare</w:t>
            </w:r>
            <w:r>
              <w:rPr>
                <w:lang w:val="it-IT"/>
              </w:rPr>
              <w:t xml:space="preserve"> pentru exceptionstatus=2</w:t>
            </w:r>
          </w:p>
        </w:tc>
        <w:tc>
          <w:tcPr>
            <w:tcW w:w="3150" w:type="dxa"/>
          </w:tcPr>
          <w:p w:rsidR="005B4D37" w:rsidRPr="00987A18" w:rsidRDefault="005B4D37" w:rsidP="00D368A1">
            <w:pPr>
              <w:rPr>
                <w:lang w:val="it-IT"/>
              </w:rPr>
            </w:pPr>
            <w:r w:rsidRPr="00987A18">
              <w:rPr>
                <w:lang w:val="it-IT"/>
              </w:rPr>
              <w:t>ERR- Camp necompletat</w:t>
            </w:r>
          </w:p>
        </w:tc>
      </w:tr>
      <w:tr w:rsidR="005B4D37" w:rsidRPr="0052229F" w:rsidTr="00021229">
        <w:tc>
          <w:tcPr>
            <w:tcW w:w="1908" w:type="dxa"/>
            <w:gridSpan w:val="2"/>
          </w:tcPr>
          <w:p w:rsidR="005B4D37" w:rsidRPr="00987A18" w:rsidRDefault="005B4D37" w:rsidP="00D368A1">
            <w:pPr>
              <w:rPr>
                <w:lang w:val="it-IT"/>
              </w:rPr>
            </w:pPr>
            <w:r w:rsidRPr="00987A18">
              <w:rPr>
                <w:lang w:val="it-IT"/>
              </w:rPr>
              <w:t>&lt; /Errors&gt;</w:t>
            </w:r>
          </w:p>
        </w:tc>
        <w:tc>
          <w:tcPr>
            <w:tcW w:w="2137" w:type="dxa"/>
          </w:tcPr>
          <w:p w:rsidR="005B4D37" w:rsidRPr="00987A18" w:rsidRDefault="005B4D37" w:rsidP="00D368A1"/>
        </w:tc>
        <w:tc>
          <w:tcPr>
            <w:tcW w:w="2250" w:type="dxa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987A18" w:rsidRDefault="005B4D37" w:rsidP="00D368A1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430981">
            <w:pPr>
              <w:rPr>
                <w:lang w:val="it-IT"/>
              </w:rPr>
            </w:pPr>
            <w:r w:rsidRPr="00F1143C">
              <w:rPr>
                <w:lang w:val="it-IT"/>
              </w:rPr>
              <w:t>&lt;/</w:t>
            </w:r>
            <w:r>
              <w:rPr>
                <w:lang w:val="it-IT"/>
              </w:rPr>
              <w:t xml:space="preserve"> header</w:t>
            </w:r>
            <w:r w:rsidRPr="00F1143C">
              <w:rPr>
                <w:lang w:val="it-IT"/>
              </w:rPr>
              <w:t>&gt;</w:t>
            </w: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</w:tr>
      <w:tr w:rsidR="005B4D37" w:rsidRPr="00F1143C" w:rsidTr="005C77DA">
        <w:trPr>
          <w:trHeight w:val="1134"/>
        </w:trPr>
        <w:tc>
          <w:tcPr>
            <w:tcW w:w="14485" w:type="dxa"/>
            <w:gridSpan w:val="8"/>
          </w:tcPr>
          <w:p w:rsidR="005B4D37" w:rsidRDefault="005B4D37" w:rsidP="00D368A1">
            <w:pPr>
              <w:rPr>
                <w:lang w:val="it-IT"/>
              </w:rPr>
            </w:pPr>
          </w:p>
          <w:p w:rsidR="005B4D37" w:rsidRPr="00D03864" w:rsidRDefault="005B4D37" w:rsidP="00D368A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D03864">
              <w:rPr>
                <w:rFonts w:ascii="Arial" w:hAnsi="Arial" w:cs="Arial"/>
                <w:b/>
                <w:lang w:val="it-IT"/>
              </w:rPr>
              <w:t xml:space="preserve">Structura propusa pentru </w:t>
            </w:r>
            <w:r>
              <w:rPr>
                <w:rFonts w:ascii="Arial" w:hAnsi="Arial" w:cs="Arial"/>
                <w:b/>
                <w:lang w:val="it-IT"/>
              </w:rPr>
              <w:t xml:space="preserve">XML </w:t>
            </w:r>
            <w:r w:rsidRPr="004018EE">
              <w:rPr>
                <w:rFonts w:ascii="Arial" w:hAnsi="Arial" w:cs="Arial"/>
                <w:b/>
                <w:lang w:val="it-IT"/>
              </w:rPr>
              <w:t>solicitare descarcare mesaj</w:t>
            </w:r>
          </w:p>
          <w:p w:rsidR="005B4D37" w:rsidRDefault="005B4D37" w:rsidP="000F6354">
            <w:pPr>
              <w:jc w:val="center"/>
              <w:rPr>
                <w:rFonts w:ascii="Arial" w:hAnsi="Arial" w:cs="Arial"/>
                <w:b/>
                <w:lang w:val="it-IT"/>
              </w:rPr>
            </w:pPr>
            <w:r>
              <w:rPr>
                <w:rFonts w:ascii="Arial" w:hAnsi="Arial" w:cs="Arial"/>
                <w:b/>
                <w:lang w:val="it-IT"/>
              </w:rPr>
              <w:t>/BANCIWS/rest/descarcare</w:t>
            </w:r>
          </w:p>
          <w:p w:rsidR="005B4D37" w:rsidRPr="00F1143C" w:rsidRDefault="005B4D37" w:rsidP="00D368A1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Element</w:t>
            </w: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Atribut</w:t>
            </w: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Semnificatie</w:t>
            </w: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Tip si lungime camp</w:t>
            </w: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  <w:smartTag w:uri="urn:schemas-microsoft-com:office:smarttags" w:element="place">
              <w:smartTag w:uri="urn:schemas-microsoft-com:office:smarttags" w:element="PlaceType">
                <w:r w:rsidRPr="00F1143C">
                  <w:rPr>
                    <w:lang w:val="it-IT"/>
                  </w:rPr>
                  <w:t>Camp</w:t>
                </w:r>
              </w:smartTag>
              <w:r w:rsidRPr="00F1143C">
                <w:rPr>
                  <w:lang w:val="it-IT"/>
                </w:rPr>
                <w:t xml:space="preserve"> </w:t>
              </w:r>
              <w:smartTag w:uri="urn:schemas-microsoft-com:office:smarttags" w:element="PlaceName">
                <w:r w:rsidRPr="00F1143C">
                  <w:rPr>
                    <w:lang w:val="it-IT"/>
                  </w:rPr>
                  <w:t>obligatoriu</w:t>
                </w:r>
              </w:smartTag>
            </w:smartTag>
          </w:p>
        </w:tc>
        <w:tc>
          <w:tcPr>
            <w:tcW w:w="2677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Formule si restrictii</w:t>
            </w:r>
          </w:p>
        </w:tc>
        <w:tc>
          <w:tcPr>
            <w:tcW w:w="3150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Erori</w:t>
            </w: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&lt;header&gt;</w:t>
            </w: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4018EE">
              <w:rPr>
                <w:lang w:val="it-IT"/>
              </w:rPr>
              <w:t>id_portal</w:t>
            </w: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 xml:space="preserve">Id-ul </w:t>
            </w:r>
            <w:r w:rsidRPr="004018EE">
              <w:rPr>
                <w:lang w:val="it-IT"/>
              </w:rPr>
              <w:t>mesajului care poate fi descarcat</w:t>
            </w: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ERR- Camp necompletat</w:t>
            </w:r>
          </w:p>
          <w:p w:rsidR="005B4D37" w:rsidRPr="00F1143C" w:rsidRDefault="005B4D37" w:rsidP="00D368A1">
            <w:pPr>
              <w:rPr>
                <w:lang w:val="it-IT"/>
              </w:rPr>
            </w:pPr>
            <w:r w:rsidRPr="004018EE">
              <w:rPr>
                <w:lang w:val="it-IT"/>
              </w:rPr>
              <w:t>E</w:t>
            </w:r>
            <w:r>
              <w:rPr>
                <w:lang w:val="it-IT"/>
              </w:rPr>
              <w:t>s</w:t>
            </w:r>
            <w:r w:rsidRPr="004018EE">
              <w:rPr>
                <w:lang w:val="it-IT"/>
              </w:rPr>
              <w:t>te acelasi numar care s-a primit la id_portal in lista de mesaje</w:t>
            </w: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&lt;/header&gt;</w:t>
            </w: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</w:tr>
      <w:tr w:rsidR="005B4D37" w:rsidRPr="00F1143C" w:rsidTr="005C77DA">
        <w:trPr>
          <w:trHeight w:val="1420"/>
        </w:trPr>
        <w:tc>
          <w:tcPr>
            <w:tcW w:w="14485" w:type="dxa"/>
            <w:gridSpan w:val="8"/>
          </w:tcPr>
          <w:p w:rsidR="005B4D37" w:rsidRDefault="005B4D37" w:rsidP="00D368A1">
            <w:pPr>
              <w:rPr>
                <w:lang w:val="it-IT"/>
              </w:rPr>
            </w:pPr>
          </w:p>
          <w:p w:rsidR="005B4D37" w:rsidRDefault="005B4D37" w:rsidP="00D368A1">
            <w:pPr>
              <w:rPr>
                <w:lang w:val="it-IT"/>
              </w:rPr>
            </w:pPr>
          </w:p>
          <w:p w:rsidR="005B4D37" w:rsidRDefault="005B4D37" w:rsidP="00D368A1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B4D37" w:rsidRDefault="005B4D37" w:rsidP="00D368A1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B4D37" w:rsidRDefault="005B4D37" w:rsidP="00D368A1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B4D37" w:rsidRDefault="005B4D37" w:rsidP="00D368A1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B4D37" w:rsidRDefault="005B4D37" w:rsidP="00D368A1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B4D37" w:rsidRDefault="005B4D37" w:rsidP="00D368A1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B4D37" w:rsidRDefault="005B4D37" w:rsidP="00D368A1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B4D37" w:rsidRDefault="005B4D37" w:rsidP="00D368A1">
            <w:pPr>
              <w:jc w:val="center"/>
              <w:rPr>
                <w:rFonts w:ascii="Arial" w:hAnsi="Arial" w:cs="Arial"/>
                <w:b/>
                <w:lang w:val="it-IT"/>
              </w:rPr>
            </w:pPr>
          </w:p>
          <w:p w:rsidR="005B4D37" w:rsidRPr="00D03864" w:rsidRDefault="005B4D37" w:rsidP="00D368A1">
            <w:pPr>
              <w:jc w:val="center"/>
              <w:rPr>
                <w:rFonts w:ascii="Arial" w:hAnsi="Arial" w:cs="Arial"/>
                <w:b/>
                <w:lang w:val="it-IT"/>
              </w:rPr>
            </w:pPr>
            <w:r w:rsidRPr="00D03864">
              <w:rPr>
                <w:rFonts w:ascii="Arial" w:hAnsi="Arial" w:cs="Arial"/>
                <w:b/>
                <w:lang w:val="it-IT"/>
              </w:rPr>
              <w:t xml:space="preserve">Structura propusa pentru </w:t>
            </w:r>
            <w:r>
              <w:rPr>
                <w:rFonts w:ascii="Arial" w:hAnsi="Arial" w:cs="Arial"/>
                <w:b/>
                <w:lang w:val="it-IT"/>
              </w:rPr>
              <w:t xml:space="preserve">XML </w:t>
            </w:r>
            <w:r w:rsidRPr="004018EE">
              <w:rPr>
                <w:rFonts w:ascii="Arial" w:hAnsi="Arial" w:cs="Arial"/>
                <w:b/>
                <w:lang w:val="it-IT"/>
              </w:rPr>
              <w:t>raspuns cu mesajul respectiv in interior</w:t>
            </w:r>
          </w:p>
          <w:p w:rsidR="005B4D37" w:rsidRPr="00F1143C" w:rsidRDefault="005B4D37" w:rsidP="00D368A1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&lt;header&gt;</w:t>
            </w: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4018EE">
              <w:rPr>
                <w:lang w:val="it-IT"/>
              </w:rPr>
              <w:t>id_portal</w:t>
            </w: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 xml:space="preserve">Id-ul </w:t>
            </w:r>
            <w:r>
              <w:rPr>
                <w:lang w:val="it-IT"/>
              </w:rPr>
              <w:t xml:space="preserve">de descarcare al </w:t>
            </w:r>
            <w:r w:rsidRPr="004018EE">
              <w:rPr>
                <w:lang w:val="it-IT"/>
              </w:rPr>
              <w:t>mesajului</w:t>
            </w: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N(15)</w:t>
            </w: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Default="005B4D37" w:rsidP="00D368A1">
            <w:pPr>
              <w:rPr>
                <w:lang w:val="it-IT"/>
              </w:rPr>
            </w:pPr>
            <w:r w:rsidRPr="00F1143C">
              <w:rPr>
                <w:lang w:val="it-IT"/>
              </w:rPr>
              <w:t>ERR- Camp necompletat</w:t>
            </w:r>
          </w:p>
          <w:p w:rsidR="005B4D37" w:rsidRPr="00F1143C" w:rsidRDefault="005B4D37" w:rsidP="00D368A1">
            <w:pPr>
              <w:rPr>
                <w:lang w:val="it-IT"/>
              </w:rPr>
            </w:pPr>
            <w:r w:rsidRPr="004018EE">
              <w:rPr>
                <w:lang w:val="it-IT"/>
              </w:rPr>
              <w:t>Acelasi camp ca la cerere</w:t>
            </w: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Mesaj_eroare</w:t>
            </w: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eroare</w:t>
            </w: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N(1)</w:t>
            </w: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1= nu aveti drept de descarcare pentru acest id (include si inexistenta id-ului)</w:t>
            </w:r>
          </w:p>
          <w:p w:rsidR="005B4D37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2= momentan serviciul nu este disponibil (eroare tehnica)</w:t>
            </w:r>
          </w:p>
          <w:p w:rsidR="005B4D37" w:rsidRPr="006C1422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3=request eronat</w:t>
            </w:r>
          </w:p>
        </w:tc>
        <w:tc>
          <w:tcPr>
            <w:tcW w:w="31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1655D4">
            <w:pPr>
              <w:rPr>
                <w:lang w:val="it-IT"/>
              </w:rPr>
            </w:pPr>
            <w:r w:rsidRPr="00F1143C">
              <w:rPr>
                <w:lang w:val="it-IT"/>
              </w:rPr>
              <w:t>&lt;</w:t>
            </w:r>
            <w:r>
              <w:rPr>
                <w:lang w:val="it-IT"/>
              </w:rPr>
              <w:t>raspuns</w:t>
            </w:r>
            <w:r w:rsidRPr="00F1143C">
              <w:rPr>
                <w:lang w:val="it-IT"/>
              </w:rPr>
              <w:t>&gt;</w:t>
            </w: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0-1</w:t>
            </w: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errorMessage</w:t>
            </w:r>
            <w:bookmarkStart w:id="0" w:name="_GoBack"/>
            <w:bookmarkEnd w:id="0"/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 xml:space="preserve">Valoare string in base64 reprezenmtand pdful semnat cu sticul continand </w:t>
            </w:r>
            <w:r>
              <w:t xml:space="preserve"> </w:t>
            </w:r>
            <w:r w:rsidRPr="00CD13BE">
              <w:rPr>
                <w:b/>
                <w:lang w:val="it-IT"/>
              </w:rPr>
              <w:t xml:space="preserve">F210X, </w:t>
            </w:r>
            <w:r w:rsidRPr="00CD13BE">
              <w:rPr>
                <w:b/>
                <w:sz w:val="22"/>
                <w:szCs w:val="22"/>
              </w:rPr>
              <w:t xml:space="preserve"> RECIPISA </w:t>
            </w:r>
            <w:r w:rsidRPr="00CD13BE">
              <w:rPr>
                <w:b/>
                <w:lang w:val="it-IT"/>
              </w:rPr>
              <w:t xml:space="preserve">B101, </w:t>
            </w:r>
            <w:r w:rsidRPr="00CD13BE">
              <w:rPr>
                <w:b/>
                <w:sz w:val="22"/>
                <w:szCs w:val="22"/>
              </w:rPr>
              <w:t xml:space="preserve"> RECIPISA </w:t>
            </w:r>
            <w:r w:rsidRPr="00CD13BE">
              <w:rPr>
                <w:b/>
                <w:lang w:val="it-IT"/>
              </w:rPr>
              <w:t>F3000 etc</w:t>
            </w: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C(BIG</w:t>
            </w:r>
            <w:r w:rsidRPr="00F1143C">
              <w:rPr>
                <w:lang w:val="it-IT"/>
              </w:rPr>
              <w:t>)</w:t>
            </w:r>
          </w:p>
        </w:tc>
        <w:tc>
          <w:tcPr>
            <w:tcW w:w="1311" w:type="dxa"/>
          </w:tcPr>
          <w:p w:rsidR="005B4D37" w:rsidRPr="00933702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DA</w:t>
            </w:r>
          </w:p>
        </w:tc>
        <w:tc>
          <w:tcPr>
            <w:tcW w:w="2677" w:type="dxa"/>
          </w:tcPr>
          <w:p w:rsidR="005B4D37" w:rsidRPr="006C1422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Stringul este in format base64, si poate avea orice marime.</w:t>
            </w:r>
          </w:p>
        </w:tc>
        <w:tc>
          <w:tcPr>
            <w:tcW w:w="3150" w:type="dxa"/>
          </w:tcPr>
          <w:p w:rsidR="005B4D37" w:rsidRPr="00933702" w:rsidRDefault="005B4D37" w:rsidP="00D368A1">
            <w:pPr>
              <w:rPr>
                <w:lang w:val="it-IT"/>
              </w:rPr>
            </w:pPr>
            <w:r w:rsidRPr="00933702">
              <w:rPr>
                <w:lang w:val="it-IT"/>
              </w:rPr>
              <w:t>Format incorect</w:t>
            </w:r>
          </w:p>
          <w:p w:rsidR="005B4D37" w:rsidRPr="00933702" w:rsidRDefault="005B4D37" w:rsidP="00D368A1">
            <w:pPr>
              <w:rPr>
                <w:lang w:val="it-IT"/>
              </w:rPr>
            </w:pPr>
            <w:r w:rsidRPr="00933702">
              <w:rPr>
                <w:lang w:val="it-IT"/>
              </w:rPr>
              <w:t>Obligatoriu daca Exista raspuns = 1</w:t>
            </w: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1655D4">
            <w:pPr>
              <w:rPr>
                <w:lang w:val="it-IT"/>
              </w:rPr>
            </w:pPr>
            <w:r w:rsidRPr="00F1143C">
              <w:rPr>
                <w:lang w:val="it-IT"/>
              </w:rPr>
              <w:t>&lt;/</w:t>
            </w:r>
            <w:r>
              <w:rPr>
                <w:lang w:val="it-IT"/>
              </w:rPr>
              <w:t xml:space="preserve">   raspuns</w:t>
            </w:r>
            <w:r w:rsidRPr="00F1143C">
              <w:rPr>
                <w:lang w:val="it-IT"/>
              </w:rPr>
              <w:t>&gt;</w:t>
            </w: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</w:tr>
      <w:tr w:rsidR="005B4D37" w:rsidRPr="00F1143C" w:rsidTr="00021229">
        <w:tc>
          <w:tcPr>
            <w:tcW w:w="1908" w:type="dxa"/>
            <w:gridSpan w:val="2"/>
          </w:tcPr>
          <w:p w:rsidR="005B4D37" w:rsidRPr="00F1143C" w:rsidRDefault="005B4D37" w:rsidP="00D368A1">
            <w:pPr>
              <w:rPr>
                <w:lang w:val="it-IT"/>
              </w:rPr>
            </w:pPr>
            <w:r>
              <w:rPr>
                <w:lang w:val="it-IT"/>
              </w:rPr>
              <w:t>&lt;/header&gt;</w:t>
            </w:r>
          </w:p>
        </w:tc>
        <w:tc>
          <w:tcPr>
            <w:tcW w:w="2137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2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052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1311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  <w:tc>
          <w:tcPr>
            <w:tcW w:w="2677" w:type="dxa"/>
          </w:tcPr>
          <w:p w:rsidR="005B4D37" w:rsidRPr="006C1422" w:rsidRDefault="005B4D37" w:rsidP="00D368A1">
            <w:pPr>
              <w:rPr>
                <w:lang w:val="it-IT"/>
              </w:rPr>
            </w:pPr>
          </w:p>
        </w:tc>
        <w:tc>
          <w:tcPr>
            <w:tcW w:w="3150" w:type="dxa"/>
          </w:tcPr>
          <w:p w:rsidR="005B4D37" w:rsidRPr="00F1143C" w:rsidRDefault="005B4D37" w:rsidP="00D368A1">
            <w:pPr>
              <w:rPr>
                <w:lang w:val="it-IT"/>
              </w:rPr>
            </w:pPr>
          </w:p>
        </w:tc>
      </w:tr>
    </w:tbl>
    <w:p w:rsidR="005B4D37" w:rsidRDefault="005B4D37" w:rsidP="00F54183">
      <w:pPr>
        <w:rPr>
          <w:rFonts w:ascii="Arial" w:hAnsi="Arial" w:cs="Arial"/>
        </w:rPr>
      </w:pPr>
    </w:p>
    <w:sectPr w:rsidR="005B4D37" w:rsidSect="00F541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0473"/>
    <w:rsid w:val="00021229"/>
    <w:rsid w:val="00037F0D"/>
    <w:rsid w:val="000709E6"/>
    <w:rsid w:val="0009491E"/>
    <w:rsid w:val="00095A22"/>
    <w:rsid w:val="000B29DA"/>
    <w:rsid w:val="000B4230"/>
    <w:rsid w:val="000C4756"/>
    <w:rsid w:val="000D02D9"/>
    <w:rsid w:val="000E4E8F"/>
    <w:rsid w:val="000F6354"/>
    <w:rsid w:val="00130800"/>
    <w:rsid w:val="00131C03"/>
    <w:rsid w:val="0015103C"/>
    <w:rsid w:val="00161866"/>
    <w:rsid w:val="00164E74"/>
    <w:rsid w:val="001655D4"/>
    <w:rsid w:val="00183927"/>
    <w:rsid w:val="00183A32"/>
    <w:rsid w:val="00184E76"/>
    <w:rsid w:val="001944DC"/>
    <w:rsid w:val="001C196B"/>
    <w:rsid w:val="001E067D"/>
    <w:rsid w:val="00212959"/>
    <w:rsid w:val="00241D5F"/>
    <w:rsid w:val="00241FC6"/>
    <w:rsid w:val="00245AB6"/>
    <w:rsid w:val="00275C4A"/>
    <w:rsid w:val="002B52B0"/>
    <w:rsid w:val="002D1041"/>
    <w:rsid w:val="002F716E"/>
    <w:rsid w:val="003022DD"/>
    <w:rsid w:val="00320EA0"/>
    <w:rsid w:val="003371B8"/>
    <w:rsid w:val="00352965"/>
    <w:rsid w:val="00370155"/>
    <w:rsid w:val="003B46D4"/>
    <w:rsid w:val="003C0CDD"/>
    <w:rsid w:val="003E33D1"/>
    <w:rsid w:val="003E6EE0"/>
    <w:rsid w:val="003F5D32"/>
    <w:rsid w:val="004018EE"/>
    <w:rsid w:val="0041682E"/>
    <w:rsid w:val="00430981"/>
    <w:rsid w:val="00447546"/>
    <w:rsid w:val="00472E9C"/>
    <w:rsid w:val="0049283C"/>
    <w:rsid w:val="004A4318"/>
    <w:rsid w:val="004C0D0D"/>
    <w:rsid w:val="0052229F"/>
    <w:rsid w:val="005310E5"/>
    <w:rsid w:val="00570711"/>
    <w:rsid w:val="005A1F83"/>
    <w:rsid w:val="005A4A29"/>
    <w:rsid w:val="005B4D37"/>
    <w:rsid w:val="005C77DA"/>
    <w:rsid w:val="0060355C"/>
    <w:rsid w:val="00622B72"/>
    <w:rsid w:val="006700C4"/>
    <w:rsid w:val="006B66CE"/>
    <w:rsid w:val="006C1422"/>
    <w:rsid w:val="006C2B12"/>
    <w:rsid w:val="006D452B"/>
    <w:rsid w:val="006E2B59"/>
    <w:rsid w:val="00726FDE"/>
    <w:rsid w:val="00762D48"/>
    <w:rsid w:val="00771725"/>
    <w:rsid w:val="007948C7"/>
    <w:rsid w:val="007955DF"/>
    <w:rsid w:val="007B6357"/>
    <w:rsid w:val="007C3955"/>
    <w:rsid w:val="008056D2"/>
    <w:rsid w:val="0081234D"/>
    <w:rsid w:val="00812D18"/>
    <w:rsid w:val="008134B0"/>
    <w:rsid w:val="00825EF4"/>
    <w:rsid w:val="008305D2"/>
    <w:rsid w:val="00830C1B"/>
    <w:rsid w:val="00842160"/>
    <w:rsid w:val="00846737"/>
    <w:rsid w:val="00875E1D"/>
    <w:rsid w:val="008A16AA"/>
    <w:rsid w:val="008B63D2"/>
    <w:rsid w:val="008D73A4"/>
    <w:rsid w:val="008F24E4"/>
    <w:rsid w:val="00933702"/>
    <w:rsid w:val="00957841"/>
    <w:rsid w:val="00987A18"/>
    <w:rsid w:val="009D1BB8"/>
    <w:rsid w:val="009D3FBD"/>
    <w:rsid w:val="00A030B6"/>
    <w:rsid w:val="00A13A74"/>
    <w:rsid w:val="00A47127"/>
    <w:rsid w:val="00A6419F"/>
    <w:rsid w:val="00A738B3"/>
    <w:rsid w:val="00AB3350"/>
    <w:rsid w:val="00AC05E2"/>
    <w:rsid w:val="00AC4074"/>
    <w:rsid w:val="00B4439E"/>
    <w:rsid w:val="00B50C0D"/>
    <w:rsid w:val="00B74EA9"/>
    <w:rsid w:val="00BA0473"/>
    <w:rsid w:val="00BB6D8E"/>
    <w:rsid w:val="00BC23D6"/>
    <w:rsid w:val="00BD73DD"/>
    <w:rsid w:val="00BE251F"/>
    <w:rsid w:val="00C0497A"/>
    <w:rsid w:val="00C05D46"/>
    <w:rsid w:val="00C0749D"/>
    <w:rsid w:val="00C26361"/>
    <w:rsid w:val="00C4712B"/>
    <w:rsid w:val="00C611DE"/>
    <w:rsid w:val="00C956C5"/>
    <w:rsid w:val="00CB12E9"/>
    <w:rsid w:val="00CD13BE"/>
    <w:rsid w:val="00CD2371"/>
    <w:rsid w:val="00CD587D"/>
    <w:rsid w:val="00CE37D6"/>
    <w:rsid w:val="00CE58C9"/>
    <w:rsid w:val="00D02053"/>
    <w:rsid w:val="00D03864"/>
    <w:rsid w:val="00D368A1"/>
    <w:rsid w:val="00D37C59"/>
    <w:rsid w:val="00D52739"/>
    <w:rsid w:val="00D5293F"/>
    <w:rsid w:val="00D60EA4"/>
    <w:rsid w:val="00D77167"/>
    <w:rsid w:val="00D8010E"/>
    <w:rsid w:val="00D830B9"/>
    <w:rsid w:val="00DA30C4"/>
    <w:rsid w:val="00DA4469"/>
    <w:rsid w:val="00DA733F"/>
    <w:rsid w:val="00DC493B"/>
    <w:rsid w:val="00DE7AB5"/>
    <w:rsid w:val="00E130C6"/>
    <w:rsid w:val="00E148E9"/>
    <w:rsid w:val="00E50DDF"/>
    <w:rsid w:val="00E81585"/>
    <w:rsid w:val="00E87D89"/>
    <w:rsid w:val="00EF0F38"/>
    <w:rsid w:val="00EF282F"/>
    <w:rsid w:val="00F1143C"/>
    <w:rsid w:val="00F2780E"/>
    <w:rsid w:val="00F3358F"/>
    <w:rsid w:val="00F35942"/>
    <w:rsid w:val="00F40341"/>
    <w:rsid w:val="00F51134"/>
    <w:rsid w:val="00F54183"/>
    <w:rsid w:val="00F74D86"/>
    <w:rsid w:val="00F87641"/>
    <w:rsid w:val="00FB3C3C"/>
    <w:rsid w:val="00FC3452"/>
    <w:rsid w:val="00FE4525"/>
    <w:rsid w:val="00FF6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143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uiPriority w:val="99"/>
    <w:rsid w:val="00BA0473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Default">
    <w:name w:val="Default"/>
    <w:uiPriority w:val="99"/>
    <w:rsid w:val="00F1143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606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0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7</Pages>
  <Words>727</Words>
  <Characters>4220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TIRON</dc:creator>
  <cp:keywords/>
  <dc:description/>
  <cp:lastModifiedBy>anaf</cp:lastModifiedBy>
  <cp:revision>7</cp:revision>
  <dcterms:created xsi:type="dcterms:W3CDTF">2018-03-30T07:47:00Z</dcterms:created>
  <dcterms:modified xsi:type="dcterms:W3CDTF">2020-07-27T12:35:00Z</dcterms:modified>
</cp:coreProperties>
</file>